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100D1" w14:textId="20E3BE8F" w:rsidR="004F1110" w:rsidRDefault="00A740A9" w:rsidP="004F1110">
      <w:pPr>
        <w:pStyle w:val="En-tte"/>
        <w:jc w:val="center"/>
        <w:rPr>
          <w:rFonts w:ascii="Marianne" w:hAnsi="Marianne"/>
          <w:b/>
          <w:bCs/>
          <w:color w:val="000000" w:themeColor="text1"/>
          <w:sz w:val="22"/>
          <w:szCs w:val="22"/>
        </w:rPr>
      </w:pPr>
      <w:r>
        <w:rPr>
          <w:rFonts w:ascii="Marianne" w:hAnsi="Marianne"/>
          <w:b/>
          <w:bCs/>
          <w:color w:val="000000" w:themeColor="text1"/>
          <w:sz w:val="22"/>
          <w:szCs w:val="22"/>
        </w:rPr>
        <w:t xml:space="preserve">ANNEXE 1 AU </w:t>
      </w:r>
      <w:r w:rsidR="004F1110" w:rsidRPr="004F1110">
        <w:rPr>
          <w:rFonts w:ascii="Marianne" w:hAnsi="Marianne"/>
          <w:b/>
          <w:bCs/>
          <w:color w:val="000000" w:themeColor="text1"/>
          <w:sz w:val="22"/>
          <w:szCs w:val="22"/>
        </w:rPr>
        <w:t>CADRE DE REPONSE TECHNIQUE</w:t>
      </w:r>
    </w:p>
    <w:p w14:paraId="45692027" w14:textId="77777777" w:rsidR="004F1110" w:rsidRDefault="004F1110" w:rsidP="004F1110">
      <w:pPr>
        <w:pStyle w:val="En-tte"/>
        <w:jc w:val="center"/>
        <w:rPr>
          <w:rFonts w:ascii="Marianne" w:hAnsi="Marianne"/>
          <w:b/>
          <w:bCs/>
          <w:color w:val="000000" w:themeColor="text1"/>
          <w:sz w:val="22"/>
          <w:szCs w:val="22"/>
        </w:rPr>
      </w:pPr>
      <w:r>
        <w:rPr>
          <w:rFonts w:ascii="Marianne" w:hAnsi="Marianne"/>
          <w:b/>
          <w:bCs/>
          <w:color w:val="000000" w:themeColor="text1"/>
          <w:sz w:val="22"/>
          <w:szCs w:val="22"/>
        </w:rPr>
        <w:t>Marché de prestations d’interprétariat (25_BAM_032)</w:t>
      </w:r>
    </w:p>
    <w:p w14:paraId="76C0E677" w14:textId="77777777" w:rsidR="00AB670C" w:rsidRDefault="00AB670C" w:rsidP="004F1110">
      <w:pPr>
        <w:pStyle w:val="Coordonnes"/>
        <w:jc w:val="left"/>
        <w:rPr>
          <w:rFonts w:ascii="Marianne" w:hAnsi="Marianne"/>
          <w:noProof/>
          <w:sz w:val="20"/>
        </w:rPr>
      </w:pPr>
    </w:p>
    <w:p w14:paraId="1400256F" w14:textId="661B7D46" w:rsidR="00EA7F70" w:rsidRDefault="00EA7F70" w:rsidP="00EA7F70">
      <w:pPr>
        <w:pStyle w:val="Coordonnes"/>
        <w:jc w:val="both"/>
        <w:rPr>
          <w:rFonts w:ascii="Marianne" w:hAnsi="Marianne"/>
          <w:i/>
          <w:iCs/>
          <w:noProof/>
          <w:sz w:val="20"/>
        </w:rPr>
      </w:pPr>
      <w:r>
        <w:rPr>
          <w:rFonts w:ascii="Marianne" w:hAnsi="Marianne"/>
          <w:i/>
          <w:iCs/>
          <w:noProof/>
          <w:sz w:val="20"/>
        </w:rPr>
        <w:t>Afin d</w:t>
      </w:r>
      <w:r w:rsidR="0086494A">
        <w:rPr>
          <w:rFonts w:ascii="Marianne" w:hAnsi="Marianne"/>
          <w:i/>
          <w:iCs/>
          <w:noProof/>
          <w:sz w:val="20"/>
        </w:rPr>
        <w:t>’évaluer le</w:t>
      </w:r>
      <w:r>
        <w:rPr>
          <w:rFonts w:ascii="Marianne" w:hAnsi="Marianne"/>
          <w:i/>
          <w:iCs/>
          <w:noProof/>
          <w:sz w:val="20"/>
        </w:rPr>
        <w:t xml:space="preserve"> sous-critère 1, le soumissionnaire est invité à remplir </w:t>
      </w:r>
      <w:r w:rsidR="00F4182D">
        <w:rPr>
          <w:rFonts w:ascii="Marianne" w:hAnsi="Marianne"/>
          <w:i/>
          <w:iCs/>
          <w:noProof/>
          <w:sz w:val="20"/>
        </w:rPr>
        <w:t>l’</w:t>
      </w:r>
      <w:r>
        <w:rPr>
          <w:rFonts w:ascii="Marianne" w:hAnsi="Marianne"/>
          <w:i/>
          <w:iCs/>
          <w:noProof/>
          <w:sz w:val="20"/>
        </w:rPr>
        <w:t xml:space="preserve">annexe 1 au cadre de réponse technique. </w:t>
      </w:r>
      <w:r w:rsidR="00F4182D">
        <w:rPr>
          <w:rFonts w:ascii="Marianne" w:hAnsi="Marianne"/>
          <w:i/>
          <w:iCs/>
          <w:noProof/>
          <w:sz w:val="20"/>
        </w:rPr>
        <w:t xml:space="preserve">Cette annexe reprend les éléments attendus </w:t>
      </w:r>
      <w:r w:rsidR="00F4182D" w:rsidRPr="00F4182D">
        <w:rPr>
          <w:rFonts w:ascii="Marianne" w:hAnsi="Marianne"/>
          <w:noProof/>
          <w:sz w:val="20"/>
        </w:rPr>
        <w:t xml:space="preserve">a minima </w:t>
      </w:r>
      <w:r w:rsidR="00F4182D">
        <w:rPr>
          <w:rFonts w:ascii="Marianne" w:hAnsi="Marianne"/>
          <w:i/>
          <w:iCs/>
          <w:noProof/>
          <w:sz w:val="20"/>
        </w:rPr>
        <w:t xml:space="preserve">dans </w:t>
      </w:r>
      <w:r w:rsidR="000E00A4">
        <w:rPr>
          <w:rFonts w:ascii="Marianne" w:hAnsi="Marianne"/>
          <w:i/>
          <w:iCs/>
          <w:noProof/>
          <w:sz w:val="20"/>
        </w:rPr>
        <w:t>l</w:t>
      </w:r>
      <w:r>
        <w:rPr>
          <w:rFonts w:ascii="Marianne" w:hAnsi="Marianne"/>
          <w:i/>
          <w:iCs/>
          <w:noProof/>
          <w:sz w:val="20"/>
        </w:rPr>
        <w:t xml:space="preserve">es CV </w:t>
      </w:r>
      <w:r w:rsidR="00D0566B">
        <w:rPr>
          <w:rFonts w:ascii="Marianne" w:hAnsi="Marianne"/>
          <w:i/>
          <w:iCs/>
          <w:noProof/>
          <w:sz w:val="20"/>
        </w:rPr>
        <w:t>des</w:t>
      </w:r>
      <w:r>
        <w:rPr>
          <w:rFonts w:ascii="Marianne" w:hAnsi="Marianne"/>
          <w:i/>
          <w:iCs/>
          <w:noProof/>
          <w:sz w:val="20"/>
        </w:rPr>
        <w:t xml:space="preserve"> interprètes pressentis pour assurer l’interprétariat en anglais (I) </w:t>
      </w:r>
      <w:r w:rsidR="000E00A4">
        <w:rPr>
          <w:rFonts w:ascii="Marianne" w:hAnsi="Marianne"/>
          <w:i/>
          <w:iCs/>
          <w:noProof/>
          <w:sz w:val="20"/>
        </w:rPr>
        <w:t>et dans</w:t>
      </w:r>
      <w:r>
        <w:rPr>
          <w:rFonts w:ascii="Marianne" w:hAnsi="Marianne"/>
          <w:i/>
          <w:iCs/>
          <w:noProof/>
          <w:sz w:val="20"/>
        </w:rPr>
        <w:t xml:space="preserve"> les autres langues (II)</w:t>
      </w:r>
      <w:r w:rsidR="00F4182D">
        <w:rPr>
          <w:rFonts w:ascii="Marianne" w:hAnsi="Marianne"/>
          <w:i/>
          <w:iCs/>
          <w:noProof/>
          <w:sz w:val="20"/>
        </w:rPr>
        <w:t>, à savoir</w:t>
      </w:r>
      <w:r>
        <w:rPr>
          <w:rFonts w:ascii="Marianne" w:hAnsi="Marianne"/>
          <w:i/>
          <w:iCs/>
          <w:noProof/>
          <w:sz w:val="20"/>
        </w:rPr>
        <w:t> :</w:t>
      </w:r>
    </w:p>
    <w:p w14:paraId="504CCD35" w14:textId="2A4E5844" w:rsidR="00EA7F70" w:rsidRDefault="00EA7F70" w:rsidP="00EA7F70">
      <w:pPr>
        <w:pStyle w:val="Coordonnes"/>
        <w:numPr>
          <w:ilvl w:val="0"/>
          <w:numId w:val="5"/>
        </w:numPr>
        <w:jc w:val="both"/>
        <w:rPr>
          <w:rFonts w:ascii="Marianne" w:hAnsi="Marianne"/>
          <w:i/>
          <w:iCs/>
          <w:noProof/>
          <w:sz w:val="20"/>
        </w:rPr>
      </w:pPr>
      <w:r>
        <w:rPr>
          <w:rFonts w:ascii="Marianne" w:hAnsi="Marianne"/>
          <w:i/>
          <w:iCs/>
          <w:noProof/>
          <w:sz w:val="20"/>
        </w:rPr>
        <w:t>La ou les langues parlées ;</w:t>
      </w:r>
    </w:p>
    <w:p w14:paraId="10EB090A" w14:textId="3217838D" w:rsidR="00EA7F70" w:rsidRDefault="00EA7F70" w:rsidP="00EA7F70">
      <w:pPr>
        <w:pStyle w:val="Coordonnes"/>
        <w:numPr>
          <w:ilvl w:val="0"/>
          <w:numId w:val="5"/>
        </w:numPr>
        <w:jc w:val="both"/>
        <w:rPr>
          <w:rFonts w:ascii="Marianne" w:hAnsi="Marianne"/>
          <w:i/>
          <w:iCs/>
          <w:noProof/>
          <w:sz w:val="20"/>
        </w:rPr>
      </w:pPr>
      <w:r>
        <w:rPr>
          <w:rFonts w:ascii="Marianne" w:hAnsi="Marianne"/>
          <w:i/>
          <w:iCs/>
          <w:noProof/>
          <w:sz w:val="20"/>
        </w:rPr>
        <w:t>L’expérience ;</w:t>
      </w:r>
    </w:p>
    <w:p w14:paraId="6B5569D5" w14:textId="6A0E649D" w:rsidR="00EA7F70" w:rsidRDefault="00EA7F70" w:rsidP="00EA7F70">
      <w:pPr>
        <w:pStyle w:val="Coordonnes"/>
        <w:numPr>
          <w:ilvl w:val="0"/>
          <w:numId w:val="5"/>
        </w:numPr>
        <w:jc w:val="both"/>
        <w:rPr>
          <w:rFonts w:ascii="Marianne" w:hAnsi="Marianne"/>
          <w:i/>
          <w:iCs/>
          <w:noProof/>
          <w:sz w:val="20"/>
        </w:rPr>
      </w:pPr>
      <w:r>
        <w:rPr>
          <w:rFonts w:ascii="Marianne" w:hAnsi="Marianne"/>
          <w:i/>
          <w:iCs/>
          <w:noProof/>
          <w:sz w:val="20"/>
        </w:rPr>
        <w:t>L’expérience par type d’interprétariat ;</w:t>
      </w:r>
    </w:p>
    <w:p w14:paraId="63DBEC76" w14:textId="61835848" w:rsidR="00EA7F70" w:rsidRDefault="00EA7F70" w:rsidP="00EA7F70">
      <w:pPr>
        <w:pStyle w:val="Coordonnes"/>
        <w:numPr>
          <w:ilvl w:val="0"/>
          <w:numId w:val="5"/>
        </w:numPr>
        <w:jc w:val="both"/>
        <w:rPr>
          <w:rFonts w:ascii="Marianne" w:hAnsi="Marianne"/>
          <w:i/>
          <w:iCs/>
          <w:noProof/>
          <w:sz w:val="20"/>
        </w:rPr>
      </w:pPr>
      <w:r>
        <w:rPr>
          <w:rFonts w:ascii="Marianne" w:hAnsi="Marianne"/>
          <w:i/>
          <w:iCs/>
          <w:noProof/>
          <w:sz w:val="20"/>
        </w:rPr>
        <w:t>Les thèmes abordés ;</w:t>
      </w:r>
    </w:p>
    <w:p w14:paraId="298B63D7" w14:textId="17508E0B" w:rsidR="00EA7F70" w:rsidRPr="00EA7F70" w:rsidRDefault="00EA7F70" w:rsidP="00EA7F70">
      <w:pPr>
        <w:pStyle w:val="Coordonnes"/>
        <w:numPr>
          <w:ilvl w:val="0"/>
          <w:numId w:val="5"/>
        </w:numPr>
        <w:jc w:val="both"/>
        <w:rPr>
          <w:rFonts w:ascii="Marianne" w:hAnsi="Marianne"/>
          <w:i/>
          <w:iCs/>
          <w:noProof/>
          <w:sz w:val="20"/>
        </w:rPr>
      </w:pPr>
      <w:r>
        <w:rPr>
          <w:rFonts w:ascii="Marianne" w:hAnsi="Marianne"/>
          <w:i/>
          <w:iCs/>
          <w:noProof/>
          <w:sz w:val="20"/>
        </w:rPr>
        <w:t xml:space="preserve">Les qualifications / diplômes. </w:t>
      </w:r>
    </w:p>
    <w:p w14:paraId="3D4C30B3" w14:textId="77777777" w:rsidR="00EA7F70" w:rsidRDefault="00EA7F70" w:rsidP="004F1110">
      <w:pPr>
        <w:pStyle w:val="Coordonnes"/>
        <w:jc w:val="left"/>
        <w:rPr>
          <w:rFonts w:ascii="Marianne" w:hAnsi="Marianne"/>
          <w:noProof/>
          <w:sz w:val="20"/>
        </w:rPr>
      </w:pPr>
    </w:p>
    <w:p w14:paraId="0AC9723C" w14:textId="77777777" w:rsidR="00BA13A5" w:rsidRDefault="00BA13A5" w:rsidP="004F1110">
      <w:pPr>
        <w:pStyle w:val="Coordonnes"/>
        <w:jc w:val="left"/>
        <w:rPr>
          <w:rFonts w:ascii="Marianne" w:hAnsi="Marianne"/>
          <w:noProof/>
          <w:sz w:val="20"/>
        </w:rPr>
      </w:pPr>
    </w:p>
    <w:p w14:paraId="31291D6F" w14:textId="4A7C82DA" w:rsidR="00AB670C" w:rsidRPr="00AB670C" w:rsidRDefault="00AB670C" w:rsidP="00AB670C">
      <w:pPr>
        <w:pStyle w:val="Coordonnes"/>
        <w:numPr>
          <w:ilvl w:val="0"/>
          <w:numId w:val="3"/>
        </w:numPr>
        <w:shd w:val="clear" w:color="auto" w:fill="B1C0CD" w:themeFill="accent1" w:themeFillTint="99"/>
        <w:ind w:left="426" w:hanging="426"/>
        <w:jc w:val="left"/>
        <w:rPr>
          <w:rFonts w:ascii="Marianne" w:hAnsi="Marianne"/>
          <w:b/>
          <w:bCs/>
          <w:noProof/>
          <w:color w:val="000000" w:themeColor="text1"/>
          <w:sz w:val="22"/>
          <w:szCs w:val="22"/>
        </w:rPr>
      </w:pPr>
      <w:r>
        <w:rPr>
          <w:rFonts w:ascii="Marianne" w:hAnsi="Marianne"/>
          <w:b/>
          <w:bCs/>
          <w:noProof/>
          <w:color w:val="000000" w:themeColor="text1"/>
          <w:sz w:val="22"/>
          <w:szCs w:val="22"/>
        </w:rPr>
        <w:t xml:space="preserve">CV DES </w:t>
      </w:r>
      <w:r w:rsidRPr="00AB670C">
        <w:rPr>
          <w:rFonts w:ascii="Marianne" w:hAnsi="Marianne"/>
          <w:b/>
          <w:bCs/>
          <w:noProof/>
          <w:color w:val="000000" w:themeColor="text1"/>
          <w:sz w:val="22"/>
          <w:szCs w:val="22"/>
        </w:rPr>
        <w:t xml:space="preserve">INTERPRETES </w:t>
      </w:r>
      <w:r>
        <w:rPr>
          <w:rFonts w:ascii="Marianne" w:hAnsi="Marianne"/>
          <w:b/>
          <w:bCs/>
          <w:noProof/>
          <w:color w:val="000000" w:themeColor="text1"/>
          <w:sz w:val="22"/>
          <w:szCs w:val="22"/>
        </w:rPr>
        <w:t>POUR L’</w:t>
      </w:r>
      <w:r w:rsidRPr="00AB670C">
        <w:rPr>
          <w:rFonts w:ascii="Marianne" w:hAnsi="Marianne"/>
          <w:b/>
          <w:bCs/>
          <w:noProof/>
          <w:color w:val="000000" w:themeColor="text1"/>
          <w:sz w:val="22"/>
          <w:szCs w:val="22"/>
        </w:rPr>
        <w:t>ANGLAIS</w:t>
      </w:r>
    </w:p>
    <w:p w14:paraId="68AEB2C9" w14:textId="77777777" w:rsidR="00AB670C" w:rsidRPr="00E371C7" w:rsidRDefault="00AB670C" w:rsidP="004F1110">
      <w:pPr>
        <w:pStyle w:val="Coordonnes"/>
        <w:jc w:val="left"/>
        <w:rPr>
          <w:rFonts w:ascii="Marianne" w:hAnsi="Marianne"/>
          <w:noProof/>
          <w:sz w:val="20"/>
        </w:rPr>
      </w:pPr>
    </w:p>
    <w:p w14:paraId="39BC6686" w14:textId="75037662" w:rsidR="00E52305" w:rsidRPr="00E371C7" w:rsidRDefault="009E6D52" w:rsidP="00AB670C">
      <w:pPr>
        <w:pStyle w:val="Nom"/>
        <w:shd w:val="clear" w:color="auto" w:fill="0070C0"/>
        <w:rPr>
          <w:rFonts w:ascii="Marianne" w:hAnsi="Marianne"/>
          <w:noProof/>
          <w:sz w:val="20"/>
        </w:rPr>
      </w:pPr>
      <w:r>
        <w:rPr>
          <w:rFonts w:ascii="Marianne" w:hAnsi="Marianne"/>
          <w:noProof/>
          <w:sz w:val="20"/>
          <w:lang w:val="es-ES"/>
        </w:rPr>
        <w:t>NOM ET PRENOM DE l’INTERPRETE N°1</w:t>
      </w:r>
    </w:p>
    <w:tbl>
      <w:tblPr>
        <w:tblStyle w:val="TableaudeCV"/>
        <w:tblW w:w="5000" w:type="pct"/>
        <w:tblLook w:val="04A0" w:firstRow="1" w:lastRow="0" w:firstColumn="1" w:lastColumn="0" w:noHBand="0" w:noVBand="1"/>
        <w:tblDescription w:val="Resume"/>
      </w:tblPr>
      <w:tblGrid>
        <w:gridCol w:w="1933"/>
        <w:gridCol w:w="459"/>
        <w:gridCol w:w="7688"/>
      </w:tblGrid>
      <w:tr w:rsidR="00E371C7" w:rsidRPr="00E371C7" w14:paraId="727C0F41" w14:textId="77777777">
        <w:tc>
          <w:tcPr>
            <w:tcW w:w="1778" w:type="dxa"/>
          </w:tcPr>
          <w:p w14:paraId="156CC755" w14:textId="10DC7907" w:rsidR="00E371C7" w:rsidRPr="00AB670C" w:rsidRDefault="00E371C7" w:rsidP="00E371C7">
            <w:pPr>
              <w:pStyle w:val="Titre1"/>
              <w:ind w:right="-62"/>
              <w:jc w:val="center"/>
              <w:rPr>
                <w:rFonts w:ascii="Marianne" w:hAnsi="Marianne"/>
                <w:b/>
                <w:bCs/>
                <w:noProof/>
                <w:sz w:val="20"/>
              </w:rPr>
            </w:pP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Langue(s) parlée(s)</w:t>
            </w:r>
          </w:p>
        </w:tc>
        <w:tc>
          <w:tcPr>
            <w:tcW w:w="472" w:type="dxa"/>
          </w:tcPr>
          <w:p w14:paraId="0927D4C2" w14:textId="77777777" w:rsidR="00E371C7" w:rsidRPr="00E371C7" w:rsidRDefault="00E371C7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</w:tcPr>
          <w:p w14:paraId="5819D7E3" w14:textId="4FFA6E45" w:rsidR="00E371C7" w:rsidRPr="00E371C7" w:rsidRDefault="00E371C7" w:rsidP="00E371C7">
            <w:pPr>
              <w:pStyle w:val="DateduCV"/>
              <w:rPr>
                <w:rFonts w:ascii="Marianne" w:hAnsi="Marianne"/>
                <w:i/>
                <w:iCs/>
                <w:noProof/>
              </w:rPr>
            </w:pPr>
            <w:r w:rsidRPr="00AB670C">
              <w:rPr>
                <w:rFonts w:ascii="Marianne" w:hAnsi="Marianne"/>
                <w:i/>
                <w:iCs/>
                <w:noProof/>
                <w:color w:val="auto"/>
              </w:rPr>
              <w:t>Précisez ici la ou les langues parlées par l’interprète</w:t>
            </w:r>
            <w:r w:rsidR="004F1110" w:rsidRPr="00AB670C">
              <w:rPr>
                <w:rFonts w:ascii="Marianne" w:hAnsi="Marianne"/>
                <w:i/>
                <w:iCs/>
                <w:noProof/>
                <w:color w:val="auto"/>
              </w:rPr>
              <w:t xml:space="preserve"> et s’il s’agit </w:t>
            </w:r>
            <w:r w:rsidR="00FA6347">
              <w:rPr>
                <w:rFonts w:ascii="Marianne" w:hAnsi="Marianne"/>
                <w:i/>
                <w:iCs/>
                <w:noProof/>
                <w:color w:val="auto"/>
              </w:rPr>
              <w:t xml:space="preserve">le cas échéant </w:t>
            </w:r>
            <w:r w:rsidR="004F1110" w:rsidRPr="00AB670C">
              <w:rPr>
                <w:rFonts w:ascii="Marianne" w:hAnsi="Marianne"/>
                <w:i/>
                <w:iCs/>
                <w:noProof/>
                <w:color w:val="auto"/>
              </w:rPr>
              <w:t>de sa langue maternelle</w:t>
            </w:r>
          </w:p>
        </w:tc>
      </w:tr>
      <w:tr w:rsidR="00E52305" w:rsidRPr="00E371C7" w14:paraId="3D1CEB4E" w14:textId="77777777">
        <w:tc>
          <w:tcPr>
            <w:tcW w:w="1778" w:type="dxa"/>
          </w:tcPr>
          <w:p w14:paraId="5211FCA0" w14:textId="77777777" w:rsidR="00E371C7" w:rsidRPr="00E371C7" w:rsidRDefault="00E371C7">
            <w:pPr>
              <w:pStyle w:val="Titre1"/>
              <w:rPr>
                <w:rFonts w:ascii="Marianne" w:hAnsi="Marianne"/>
                <w:noProof/>
                <w:sz w:val="20"/>
              </w:rPr>
            </w:pPr>
          </w:p>
          <w:p w14:paraId="2CAA3A66" w14:textId="77777777" w:rsidR="00E371C7" w:rsidRPr="00E371C7" w:rsidRDefault="00E371C7" w:rsidP="00566C52">
            <w:pPr>
              <w:pStyle w:val="Titre1"/>
              <w:jc w:val="center"/>
              <w:rPr>
                <w:rFonts w:ascii="Marianne" w:hAnsi="Marianne"/>
                <w:noProof/>
                <w:sz w:val="20"/>
              </w:rPr>
            </w:pPr>
          </w:p>
          <w:p w14:paraId="77997CC5" w14:textId="77777777" w:rsidR="00566C52" w:rsidRDefault="00566C52" w:rsidP="00E371C7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</w:p>
          <w:p w14:paraId="79A5F642" w14:textId="5D93510E" w:rsidR="00E52305" w:rsidRPr="00AB670C" w:rsidRDefault="001257B1" w:rsidP="00E371C7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sz w:val="20"/>
              </w:rPr>
            </w:pP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Exp</w:t>
            </w:r>
            <w:r w:rsidR="002B7E86"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É</w:t>
            </w: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rience</w:t>
            </w:r>
          </w:p>
        </w:tc>
        <w:tc>
          <w:tcPr>
            <w:tcW w:w="472" w:type="dxa"/>
          </w:tcPr>
          <w:p w14:paraId="6EE5446D" w14:textId="77777777" w:rsidR="00E52305" w:rsidRPr="00E371C7" w:rsidRDefault="00E52305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</w:tcPr>
          <w:sdt>
            <w:sdtPr>
              <w:rPr>
                <w:rFonts w:ascii="Marianne" w:eastAsiaTheme="minorEastAsia" w:hAnsi="Marianne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1436861535"/>
              <w15:color w:val="C0C0C0"/>
              <w15:repeatingSection/>
            </w:sdtPr>
            <w:sdtEndPr/>
            <w:sdtContent>
              <w:sdt>
                <w:sdtPr>
                  <w:rPr>
                    <w:rFonts w:ascii="Marianne" w:eastAsiaTheme="minorEastAsia" w:hAnsi="Marianne" w:cstheme="minorBidi"/>
                    <w:b w:val="0"/>
                    <w:bCs w:val="0"/>
                    <w:caps w:val="0"/>
                    <w:color w:val="auto"/>
                    <w14:ligatures w14:val="none"/>
                  </w:rPr>
                  <w:id w:val="221802691"/>
                  <w:placeholder>
                    <w:docPart w:val="A3721A3F00344CC4A0E950D7A314BAD3"/>
                  </w:placeholder>
                  <w15:color w:val="C0C0C0"/>
                  <w15:repeatingSectionItem/>
                </w:sdtPr>
                <w:sdtEndPr>
                  <w:rPr>
                    <w:i/>
                    <w:iCs/>
                  </w:rPr>
                </w:sdtEndPr>
                <w:sdtContent>
                  <w:sdt>
                    <w:sdtPr>
                      <w:rPr>
                        <w:rFonts w:ascii="Marianne" w:hAnsi="Marianne"/>
                        <w:color w:val="auto"/>
                      </w:rPr>
                      <w:id w:val="335887804"/>
                      <w:placeholder>
                        <w:docPart w:val="D3935FAECEAD4C9F948C408DD9323E66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14:paraId="6C7EEC93" w14:textId="77777777" w:rsidR="0065270C" w:rsidRPr="00AB670C" w:rsidRDefault="0065270C" w:rsidP="0065270C">
                        <w:pPr>
                          <w:pStyle w:val="Titre2"/>
                          <w:rPr>
                            <w:rFonts w:ascii="Marianne" w:hAnsi="Marianne"/>
                            <w:color w:val="auto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auto"/>
                          </w:rPr>
                          <w:t>[Fonction, Nom de la société]</w:t>
                        </w:r>
                      </w:p>
                    </w:sdtContent>
                  </w:sdt>
                  <w:sdt>
                    <w:sdtPr>
                      <w:rPr>
                        <w:rFonts w:ascii="Marianne" w:hAnsi="Marianne"/>
                        <w:color w:val="auto"/>
                      </w:rPr>
                      <w:id w:val="155736957"/>
                      <w:placeholder>
                        <w:docPart w:val="3FCB656DC12F46EFB7777986795ACEFA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14:paraId="5C46C1A8" w14:textId="77777777" w:rsidR="0065270C" w:rsidRPr="00AB670C" w:rsidRDefault="0065270C" w:rsidP="00FA21BE">
                        <w:pPr>
                          <w:pStyle w:val="DateduCV"/>
                          <w:rPr>
                            <w:rFonts w:ascii="Marianne" w:hAnsi="Marianne"/>
                            <w:color w:val="auto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auto"/>
                          </w:rPr>
                          <w:t>[Dates De - À]</w:t>
                        </w:r>
                      </w:p>
                    </w:sdtContent>
                  </w:sdt>
                  <w:p w14:paraId="2180266C" w14:textId="1E1CAC44" w:rsidR="0065270C" w:rsidRPr="00AB670C" w:rsidRDefault="00E371C7" w:rsidP="0065270C">
                    <w:pPr>
                      <w:rPr>
                        <w:rFonts w:ascii="Marianne" w:hAnsi="Marianne"/>
                        <w:i/>
                        <w:iCs/>
                        <w:color w:val="auto"/>
                      </w:rPr>
                    </w:pP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>Insérez ici un bref résumé des missions ayant incombé à l’interprète</w:t>
                    </w:r>
                    <w:r w:rsidR="00AE1C37"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 ainsi que le public </w:t>
                    </w:r>
                    <w:r w:rsid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>pour</w:t>
                    </w:r>
                    <w:r w:rsidR="00AE1C37"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 lequel il est intervenu</w:t>
                    </w:r>
                  </w:p>
                </w:sdtContent>
              </w:sdt>
              <w:sdt>
                <w:sdtPr>
                  <w:rPr>
                    <w:rFonts w:ascii="Marianne" w:eastAsiaTheme="minorEastAsia" w:hAnsi="Marianne" w:cstheme="minorBidi"/>
                    <w:b w:val="0"/>
                    <w:bCs w:val="0"/>
                    <w:caps w:val="0"/>
                    <w:color w:val="auto"/>
                    <w14:ligatures w14:val="none"/>
                  </w:rPr>
                  <w:id w:val="68699791"/>
                  <w:placeholder>
                    <w:docPart w:val="A3721A3F00344CC4A0E950D7A314BAD3"/>
                  </w:placeholder>
                  <w15:color w:val="C0C0C0"/>
                  <w15:repeatingSectionItem/>
                </w:sdtPr>
                <w:sdtEndPr/>
                <w:sdtContent>
                  <w:sdt>
                    <w:sdtPr>
                      <w:rPr>
                        <w:rFonts w:ascii="Marianne" w:hAnsi="Marianne"/>
                        <w:color w:val="auto"/>
                      </w:rPr>
                      <w:id w:val="871502144"/>
                      <w:placeholder>
                        <w:docPart w:val="D3935FAECEAD4C9F948C408DD9323E66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14:paraId="4C4EAF49" w14:textId="77777777" w:rsidR="0065270C" w:rsidRPr="00AB670C" w:rsidRDefault="00717DE0" w:rsidP="0065270C">
                        <w:pPr>
                          <w:pStyle w:val="Titre2"/>
                          <w:rPr>
                            <w:rFonts w:ascii="Marianne" w:hAnsi="Marianne"/>
                            <w:color w:val="auto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auto"/>
                          </w:rPr>
                          <w:t>[Fonction, Nom de la société]</w:t>
                        </w:r>
                      </w:p>
                    </w:sdtContent>
                  </w:sdt>
                  <w:sdt>
                    <w:sdtPr>
                      <w:rPr>
                        <w:rFonts w:ascii="Marianne" w:hAnsi="Marianne"/>
                        <w:color w:val="auto"/>
                      </w:rPr>
                      <w:id w:val="525447839"/>
                      <w:placeholder>
                        <w:docPart w:val="3FCB656DC12F46EFB7777986795ACEFA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14:paraId="01A76A40" w14:textId="77777777" w:rsidR="0065270C" w:rsidRPr="00AB670C" w:rsidRDefault="00717DE0" w:rsidP="00FA21BE">
                        <w:pPr>
                          <w:pStyle w:val="DateduCV"/>
                          <w:rPr>
                            <w:rFonts w:ascii="Marianne" w:hAnsi="Marianne"/>
                            <w:color w:val="auto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auto"/>
                          </w:rPr>
                          <w:t>[Dates De - À]</w:t>
                        </w:r>
                      </w:p>
                    </w:sdtContent>
                  </w:sdt>
                  <w:p w14:paraId="0EA3CDDA" w14:textId="03E06997" w:rsidR="00E52305" w:rsidRPr="00E371C7" w:rsidRDefault="00E371C7">
                    <w:pPr>
                      <w:rPr>
                        <w:rFonts w:ascii="Marianne" w:eastAsiaTheme="minorEastAsia" w:hAnsi="Marianne"/>
                      </w:rPr>
                    </w:pP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>Insérez ici un bref résumé des missions ayant incombé à l’interprète</w:t>
                    </w:r>
                    <w:r w:rsidR="00AE1C37"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 ainsi que le public </w:t>
                    </w:r>
                    <w:r w:rsid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>pour</w:t>
                    </w:r>
                    <w:r w:rsidR="00AE1C37"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 lequel il est intervenu</w:t>
                    </w:r>
                  </w:p>
                </w:sdtContent>
              </w:sdt>
            </w:sdtContent>
          </w:sdt>
        </w:tc>
      </w:tr>
      <w:tr w:rsidR="00566C52" w:rsidRPr="00E371C7" w14:paraId="6D82331D" w14:textId="77777777">
        <w:tc>
          <w:tcPr>
            <w:tcW w:w="1778" w:type="dxa"/>
          </w:tcPr>
          <w:p w14:paraId="07CF2F35" w14:textId="77777777" w:rsidR="00566C52" w:rsidRPr="00E371C7" w:rsidRDefault="00566C52" w:rsidP="00566C52">
            <w:pPr>
              <w:pStyle w:val="Titre1"/>
              <w:rPr>
                <w:rFonts w:ascii="Marianne" w:hAnsi="Marianne"/>
                <w:noProof/>
                <w:sz w:val="20"/>
              </w:rPr>
            </w:pPr>
          </w:p>
          <w:p w14:paraId="1EA77488" w14:textId="6397E9BA" w:rsidR="00566C52" w:rsidRPr="00E371C7" w:rsidRDefault="00566C52" w:rsidP="00566C52">
            <w:pPr>
              <w:pStyle w:val="Titre1"/>
              <w:jc w:val="center"/>
              <w:rPr>
                <w:rFonts w:ascii="Marianne" w:hAnsi="Marianne"/>
                <w:noProof/>
                <w:sz w:val="20"/>
              </w:rPr>
            </w:pPr>
            <w:r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lastRenderedPageBreak/>
              <w:t>E</w:t>
            </w: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xpÉrience</w:t>
            </w:r>
            <w:r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 xml:space="preserve"> PAR TYPE D’INTERPRETARIAT</w:t>
            </w:r>
          </w:p>
        </w:tc>
        <w:tc>
          <w:tcPr>
            <w:tcW w:w="472" w:type="dxa"/>
          </w:tcPr>
          <w:p w14:paraId="192E5A9A" w14:textId="77777777" w:rsidR="00566C52" w:rsidRPr="00E371C7" w:rsidRDefault="00566C52" w:rsidP="00566C52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</w:tcPr>
          <w:p w14:paraId="0335B5B5" w14:textId="4FB05107" w:rsidR="00566C52" w:rsidRDefault="00566C52" w:rsidP="00566C52">
            <w:p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Indiquez ici l’expérience de l’interprète en fonction des 4 types d’interprétariat prévus par le marché :</w:t>
            </w:r>
          </w:p>
          <w:p w14:paraId="2E447D18" w14:textId="32B87A24" w:rsidR="00566C52" w:rsidRDefault="00566C52" w:rsidP="00566C52">
            <w:pPr>
              <w:pStyle w:val="Paragraphedeliste"/>
              <w:numPr>
                <w:ilvl w:val="0"/>
                <w:numId w:val="4"/>
              </w:num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consécutif ;</w:t>
            </w:r>
          </w:p>
          <w:p w14:paraId="301F625B" w14:textId="6B798D43" w:rsidR="00566C52" w:rsidRDefault="00566C52" w:rsidP="00566C52">
            <w:pPr>
              <w:pStyle w:val="Paragraphedeliste"/>
              <w:numPr>
                <w:ilvl w:val="0"/>
                <w:numId w:val="4"/>
              </w:num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lastRenderedPageBreak/>
              <w:t>Interprétariat simultané ;</w:t>
            </w:r>
          </w:p>
          <w:p w14:paraId="30C9FA24" w14:textId="05CF3BF8" w:rsidR="00566C52" w:rsidRDefault="00566C52" w:rsidP="00566C52">
            <w:pPr>
              <w:pStyle w:val="Paragraphedeliste"/>
              <w:numPr>
                <w:ilvl w:val="0"/>
                <w:numId w:val="4"/>
              </w:num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chuchoté ;</w:t>
            </w:r>
          </w:p>
          <w:p w14:paraId="22568D94" w14:textId="2D7ED0FF" w:rsidR="00566C52" w:rsidRDefault="00566C52" w:rsidP="00566C52">
            <w:pPr>
              <w:pStyle w:val="Paragraphedeliste"/>
              <w:numPr>
                <w:ilvl w:val="0"/>
                <w:numId w:val="4"/>
              </w:numPr>
              <w:rPr>
                <w:rFonts w:ascii="Marianne" w:eastAsiaTheme="minorEastAsia" w:hAnsi="Marianne"/>
                <w:b/>
                <w:bCs/>
                <w:caps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de liaison.</w:t>
            </w:r>
          </w:p>
        </w:tc>
      </w:tr>
      <w:tr w:rsidR="00566C52" w:rsidRPr="00E371C7" w14:paraId="16563CDC" w14:textId="77777777" w:rsidTr="004146B7">
        <w:tc>
          <w:tcPr>
            <w:tcW w:w="1778" w:type="dxa"/>
          </w:tcPr>
          <w:p w14:paraId="1E35A83F" w14:textId="0F13DFA7" w:rsidR="00566C52" w:rsidRPr="00AB670C" w:rsidRDefault="00566C52" w:rsidP="00566C52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sz w:val="20"/>
              </w:rPr>
            </w:pP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lastRenderedPageBreak/>
              <w:t>THEMES ABORDES</w:t>
            </w:r>
          </w:p>
        </w:tc>
        <w:tc>
          <w:tcPr>
            <w:tcW w:w="472" w:type="dxa"/>
          </w:tcPr>
          <w:p w14:paraId="0B844252" w14:textId="77777777" w:rsidR="00566C52" w:rsidRPr="00E371C7" w:rsidRDefault="00566C52" w:rsidP="00566C52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</w:tcPr>
          <w:p w14:paraId="6BF0F790" w14:textId="04FFD0DB" w:rsidR="00566C52" w:rsidRPr="00E371C7" w:rsidRDefault="00566C52" w:rsidP="00566C52">
            <w:pPr>
              <w:pStyle w:val="DateduCV"/>
              <w:rPr>
                <w:rFonts w:ascii="Marianne" w:hAnsi="Marianne"/>
                <w:i/>
                <w:iCs/>
                <w:noProof/>
              </w:rPr>
            </w:pPr>
            <w:r w:rsidRPr="00AB670C">
              <w:rPr>
                <w:rFonts w:ascii="Marianne" w:hAnsi="Marianne"/>
                <w:i/>
                <w:iCs/>
                <w:noProof/>
                <w:color w:val="auto"/>
              </w:rPr>
              <w:t>Indiquez ici, les thématiques principales</w:t>
            </w:r>
            <w:r w:rsidR="00FA6347">
              <w:rPr>
                <w:rFonts w:ascii="Marianne" w:hAnsi="Marianne"/>
                <w:i/>
                <w:iCs/>
                <w:noProof/>
                <w:color w:val="auto"/>
              </w:rPr>
              <w:t xml:space="preserve"> (spécialisations éventuelles)</w:t>
            </w:r>
            <w:r w:rsidRPr="00AB670C">
              <w:rPr>
                <w:rFonts w:ascii="Marianne" w:hAnsi="Marianne"/>
                <w:i/>
                <w:iCs/>
                <w:noProof/>
                <w:color w:val="auto"/>
              </w:rPr>
              <w:t xml:space="preserve"> que l’interprète a pu déjà aborder dans le cadre de son expérience professionnelle</w:t>
            </w:r>
          </w:p>
        </w:tc>
      </w:tr>
      <w:tr w:rsidR="00566C52" w:rsidRPr="00E371C7" w14:paraId="32CD63C4" w14:textId="77777777">
        <w:tc>
          <w:tcPr>
            <w:tcW w:w="1778" w:type="dxa"/>
          </w:tcPr>
          <w:p w14:paraId="197BDCC7" w14:textId="075E1607" w:rsidR="00566C52" w:rsidRPr="00AB670C" w:rsidRDefault="00566C52" w:rsidP="00566C52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color w:val="714524" w:themeColor="accent2" w:themeShade="80"/>
                <w:sz w:val="20"/>
              </w:rPr>
            </w:pP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DIPLÔME</w:t>
            </w:r>
            <w:r w:rsidR="00C451A1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S</w:t>
            </w: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 xml:space="preserve"> / QUALIFICATION</w:t>
            </w:r>
            <w:r w:rsidR="00C451A1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S</w:t>
            </w:r>
          </w:p>
        </w:tc>
        <w:tc>
          <w:tcPr>
            <w:tcW w:w="472" w:type="dxa"/>
          </w:tcPr>
          <w:p w14:paraId="3FD17A63" w14:textId="77777777" w:rsidR="00566C52" w:rsidRPr="00AB670C" w:rsidRDefault="00566C52" w:rsidP="00566C52">
            <w:pPr>
              <w:rPr>
                <w:rFonts w:ascii="Marianne" w:hAnsi="Marianne"/>
                <w:b/>
                <w:bCs/>
                <w:noProof/>
                <w:color w:val="714524" w:themeColor="accent2" w:themeShade="80"/>
              </w:rPr>
            </w:pPr>
          </w:p>
        </w:tc>
        <w:tc>
          <w:tcPr>
            <w:tcW w:w="7830" w:type="dxa"/>
          </w:tcPr>
          <w:sdt>
            <w:sdtPr>
              <w:rPr>
                <w:rFonts w:ascii="Marianne" w:eastAsiaTheme="minorEastAsia" w:hAnsi="Marianne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-691765356"/>
              <w15:repeatingSection/>
            </w:sdtPr>
            <w:sdtEndPr/>
            <w:sdtContent>
              <w:sdt>
                <w:sdtPr>
                  <w:rPr>
                    <w:rFonts w:ascii="Marianne" w:eastAsiaTheme="minorEastAsia" w:hAnsi="Marianne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1126388115"/>
                  <w:placeholder>
                    <w:docPart w:val="191048778DD74E06B0FF7FA743C968AA"/>
                  </w:placeholder>
                  <w15:repeatingSectionItem/>
                </w:sdtPr>
                <w:sdtEndPr/>
                <w:sdtContent>
                  <w:sdt>
                    <w:sdtPr>
                      <w:rPr>
                        <w:rFonts w:ascii="Marianne" w:hAnsi="Marianne"/>
                        <w:color w:val="auto"/>
                      </w:rPr>
                      <w:id w:val="-298228076"/>
                      <w:placeholder>
                        <w:docPart w:val="D429F3D5A0064848B8CCF3E78866477A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14:paraId="6250F55D" w14:textId="77777777" w:rsidR="00566C52" w:rsidRPr="00AB670C" w:rsidRDefault="00566C52" w:rsidP="00566C52">
                        <w:pPr>
                          <w:pStyle w:val="Titre2"/>
                          <w:rPr>
                            <w:rFonts w:ascii="Marianne" w:hAnsi="Marianne"/>
                            <w:color w:val="auto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auto"/>
                          </w:rPr>
                          <w:t>[Nom école, Lieu, Diplôme]</w:t>
                        </w:r>
                      </w:p>
                    </w:sdtContent>
                  </w:sdt>
                  <w:p w14:paraId="770ED716" w14:textId="5EA9EF4A" w:rsidR="00566C52" w:rsidRPr="00AB670C" w:rsidRDefault="00566C52" w:rsidP="00566C52">
                    <w:pPr>
                      <w:rPr>
                        <w:rFonts w:ascii="Marianne" w:hAnsi="Marianne"/>
                        <w:i/>
                        <w:iCs/>
                        <w:color w:val="auto"/>
                      </w:rPr>
                    </w:pP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>Insérez ici le nom du</w:t>
                    </w:r>
                    <w:r w:rsidR="00C451A1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 ou des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 diplôme</w:t>
                    </w:r>
                    <w:r w:rsidR="00C451A1">
                      <w:rPr>
                        <w:rFonts w:ascii="Marianne" w:hAnsi="Marianne"/>
                        <w:i/>
                        <w:iCs/>
                        <w:color w:val="auto"/>
                      </w:rPr>
                      <w:t>(s)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 / les formations suivies. </w:t>
                    </w:r>
                  </w:p>
                  <w:p w14:paraId="56E1E2FA" w14:textId="68E885E3" w:rsidR="00566C52" w:rsidRPr="00E371C7" w:rsidRDefault="00566C52" w:rsidP="00566C52">
                    <w:pPr>
                      <w:rPr>
                        <w:rFonts w:ascii="Marianne" w:eastAsiaTheme="minorEastAsia" w:hAnsi="Marianne"/>
                      </w:rPr>
                    </w:pPr>
                    <w:r w:rsidRPr="00AB670C">
                      <w:rPr>
                        <w:rFonts w:ascii="Marianne" w:eastAsiaTheme="minorEastAsia" w:hAnsi="Marianne"/>
                        <w:i/>
                        <w:iCs/>
                        <w:color w:val="auto"/>
                      </w:rPr>
                      <w:t>Vous pouvez également préciser ici si l’interprète est assermenté</w:t>
                    </w:r>
                    <w:r w:rsidRPr="00AB670C">
                      <w:rPr>
                        <w:rFonts w:ascii="Marianne" w:eastAsiaTheme="minorEastAsia" w:hAnsi="Marianne"/>
                        <w:color w:val="auto"/>
                      </w:rPr>
                      <w:t xml:space="preserve"> </w:t>
                    </w:r>
                  </w:p>
                </w:sdtContent>
              </w:sdt>
            </w:sdtContent>
          </w:sdt>
        </w:tc>
      </w:tr>
    </w:tbl>
    <w:p w14:paraId="5323B963" w14:textId="77777777" w:rsidR="00E52305" w:rsidRDefault="00E52305" w:rsidP="00052C66">
      <w:pPr>
        <w:rPr>
          <w:rFonts w:ascii="Marianne" w:hAnsi="Marianne"/>
        </w:rPr>
      </w:pPr>
    </w:p>
    <w:p w14:paraId="6F9500DB" w14:textId="532406FD" w:rsidR="00E82302" w:rsidRDefault="00E82302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p w14:paraId="6AF71DA4" w14:textId="5851F41D" w:rsidR="009E6D52" w:rsidRPr="00E371C7" w:rsidRDefault="009E6D52" w:rsidP="00AB670C">
      <w:pPr>
        <w:pStyle w:val="Nom"/>
        <w:shd w:val="clear" w:color="auto" w:fill="0070C0"/>
        <w:rPr>
          <w:rFonts w:ascii="Marianne" w:hAnsi="Marianne"/>
          <w:noProof/>
          <w:sz w:val="20"/>
        </w:rPr>
      </w:pPr>
      <w:r>
        <w:rPr>
          <w:rFonts w:ascii="Marianne" w:hAnsi="Marianne"/>
          <w:noProof/>
          <w:sz w:val="20"/>
          <w:lang w:val="es-ES"/>
        </w:rPr>
        <w:lastRenderedPageBreak/>
        <w:t>NOM PRENOM De l’INTERPRETE N°2</w:t>
      </w:r>
    </w:p>
    <w:tbl>
      <w:tblPr>
        <w:tblStyle w:val="TableaudeCV"/>
        <w:tblW w:w="5000" w:type="pct"/>
        <w:tblLook w:val="04A0" w:firstRow="1" w:lastRow="0" w:firstColumn="1" w:lastColumn="0" w:noHBand="0" w:noVBand="1"/>
        <w:tblDescription w:val="Resume"/>
      </w:tblPr>
      <w:tblGrid>
        <w:gridCol w:w="1778"/>
        <w:gridCol w:w="155"/>
        <w:gridCol w:w="317"/>
        <w:gridCol w:w="142"/>
        <w:gridCol w:w="7688"/>
      </w:tblGrid>
      <w:tr w:rsidR="009E6D52" w:rsidRPr="00E371C7" w14:paraId="6B0554B0" w14:textId="77777777" w:rsidTr="004146B7">
        <w:tc>
          <w:tcPr>
            <w:tcW w:w="1778" w:type="dxa"/>
          </w:tcPr>
          <w:p w14:paraId="25390721" w14:textId="77777777" w:rsidR="009E6D52" w:rsidRPr="00AB670C" w:rsidRDefault="009E6D52" w:rsidP="004146B7">
            <w:pPr>
              <w:pStyle w:val="Titre1"/>
              <w:ind w:right="-62"/>
              <w:jc w:val="center"/>
              <w:rPr>
                <w:rFonts w:ascii="Marianne" w:hAnsi="Marianne"/>
                <w:b/>
                <w:bCs/>
                <w:noProof/>
                <w:sz w:val="20"/>
              </w:rPr>
            </w:pP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Langue(s) parlée(s)</w:t>
            </w:r>
          </w:p>
        </w:tc>
        <w:tc>
          <w:tcPr>
            <w:tcW w:w="472" w:type="dxa"/>
            <w:gridSpan w:val="2"/>
          </w:tcPr>
          <w:p w14:paraId="17D33BDB" w14:textId="77777777" w:rsidR="009E6D52" w:rsidRPr="00E371C7" w:rsidRDefault="009E6D52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  <w:gridSpan w:val="2"/>
          </w:tcPr>
          <w:p w14:paraId="1DAC033F" w14:textId="11233A26" w:rsidR="009E6D52" w:rsidRPr="00E371C7" w:rsidRDefault="00FA6347" w:rsidP="004146B7">
            <w:pPr>
              <w:pStyle w:val="DateduCV"/>
              <w:rPr>
                <w:rFonts w:ascii="Marianne" w:hAnsi="Marianne"/>
                <w:i/>
                <w:iCs/>
                <w:noProof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Précisez ici la ou les langues parlées par l’interprète et s’il s’agit le cas échéant de sa langue maternelle</w:t>
            </w:r>
          </w:p>
        </w:tc>
      </w:tr>
      <w:tr w:rsidR="009E6D52" w:rsidRPr="00E371C7" w14:paraId="7C881FC3" w14:textId="77777777" w:rsidTr="004146B7">
        <w:tc>
          <w:tcPr>
            <w:tcW w:w="1778" w:type="dxa"/>
          </w:tcPr>
          <w:p w14:paraId="468EC4BF" w14:textId="77777777" w:rsidR="009E6D52" w:rsidRPr="00E371C7" w:rsidRDefault="009E6D52" w:rsidP="004146B7">
            <w:pPr>
              <w:pStyle w:val="Titre1"/>
              <w:rPr>
                <w:rFonts w:ascii="Marianne" w:hAnsi="Marianne"/>
                <w:noProof/>
                <w:sz w:val="20"/>
              </w:rPr>
            </w:pPr>
          </w:p>
          <w:p w14:paraId="6E1EA0EF" w14:textId="77777777" w:rsidR="009E6D52" w:rsidRPr="00E371C7" w:rsidRDefault="009E6D52" w:rsidP="004146B7">
            <w:pPr>
              <w:pStyle w:val="Titre1"/>
              <w:rPr>
                <w:rFonts w:ascii="Marianne" w:hAnsi="Marianne"/>
                <w:noProof/>
                <w:sz w:val="20"/>
              </w:rPr>
            </w:pPr>
          </w:p>
          <w:p w14:paraId="2810F0F4" w14:textId="77777777" w:rsidR="009E6D52" w:rsidRPr="00AB670C" w:rsidRDefault="009E6D52" w:rsidP="004146B7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sz w:val="20"/>
              </w:rPr>
            </w:pP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ExpÉrience</w:t>
            </w:r>
          </w:p>
        </w:tc>
        <w:tc>
          <w:tcPr>
            <w:tcW w:w="472" w:type="dxa"/>
            <w:gridSpan w:val="2"/>
          </w:tcPr>
          <w:p w14:paraId="2CF88B7F" w14:textId="77777777" w:rsidR="009E6D52" w:rsidRPr="00E371C7" w:rsidRDefault="009E6D52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  <w:gridSpan w:val="2"/>
          </w:tcPr>
          <w:sdt>
            <w:sdtPr>
              <w:rPr>
                <w:rFonts w:ascii="Marianne" w:eastAsiaTheme="minorEastAsia" w:hAnsi="Marianne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-850178166"/>
              <w15:color w:val="C0C0C0"/>
              <w15:repeatingSection/>
            </w:sdtPr>
            <w:sdtEndPr/>
            <w:sdtContent>
              <w:sdt>
                <w:sdtPr>
                  <w:rPr>
                    <w:rFonts w:ascii="Marianne" w:eastAsiaTheme="minorEastAsia" w:hAnsi="Marianne" w:cstheme="minorBidi"/>
                    <w:b w:val="0"/>
                    <w:bCs w:val="0"/>
                    <w:caps w:val="0"/>
                    <w:color w:val="auto"/>
                    <w14:ligatures w14:val="none"/>
                  </w:rPr>
                  <w:id w:val="-1553453314"/>
                  <w:placeholder>
                    <w:docPart w:val="E09679DED640434B9043FFE683E9705D"/>
                  </w:placeholder>
                  <w15:color w:val="C0C0C0"/>
                  <w15:repeatingSectionItem/>
                </w:sdtPr>
                <w:sdtEndPr>
                  <w:rPr>
                    <w:i/>
                    <w:iCs/>
                  </w:rPr>
                </w:sdtEndPr>
                <w:sdtContent>
                  <w:sdt>
                    <w:sdtPr>
                      <w:rPr>
                        <w:rFonts w:ascii="Marianne" w:hAnsi="Marianne"/>
                        <w:color w:val="auto"/>
                      </w:rPr>
                      <w:id w:val="447441831"/>
                      <w:placeholder>
                        <w:docPart w:val="A1907391BA45458B8216A65BFD75E83A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14:paraId="560C4C38" w14:textId="77777777" w:rsidR="009E6D52" w:rsidRPr="00AB670C" w:rsidRDefault="009E6D52" w:rsidP="004146B7">
                        <w:pPr>
                          <w:pStyle w:val="Titre2"/>
                          <w:rPr>
                            <w:rFonts w:ascii="Marianne" w:hAnsi="Marianne"/>
                            <w:color w:val="auto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auto"/>
                          </w:rPr>
                          <w:t>[Fonction, Nom de la société]</w:t>
                        </w:r>
                      </w:p>
                    </w:sdtContent>
                  </w:sdt>
                  <w:sdt>
                    <w:sdtPr>
                      <w:rPr>
                        <w:rFonts w:ascii="Marianne" w:hAnsi="Marianne"/>
                        <w:color w:val="auto"/>
                      </w:rPr>
                      <w:id w:val="973027405"/>
                      <w:placeholder>
                        <w:docPart w:val="82B16F0C155243968D3B27B4AC25E9B0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14:paraId="30D4EC51" w14:textId="77777777" w:rsidR="009E6D52" w:rsidRPr="00AB670C" w:rsidRDefault="009E6D52" w:rsidP="004146B7">
                        <w:pPr>
                          <w:pStyle w:val="DateduCV"/>
                          <w:rPr>
                            <w:rFonts w:ascii="Marianne" w:hAnsi="Marianne"/>
                            <w:color w:val="auto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auto"/>
                          </w:rPr>
                          <w:t>[Dates De - À]</w:t>
                        </w:r>
                      </w:p>
                    </w:sdtContent>
                  </w:sdt>
                  <w:p w14:paraId="737AAF72" w14:textId="72481E10" w:rsidR="009E6D52" w:rsidRPr="00AB670C" w:rsidRDefault="009E6D52" w:rsidP="004146B7">
                    <w:pPr>
                      <w:rPr>
                        <w:rFonts w:ascii="Marianne" w:hAnsi="Marianne"/>
                        <w:i/>
                        <w:iCs/>
                        <w:color w:val="auto"/>
                      </w:rPr>
                    </w:pP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Insérez ici un bref résumé des missions ayant incombé à l’interprète ainsi que le public </w:t>
                    </w:r>
                    <w:r w:rsid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>pour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 lequel il est intervenu</w:t>
                    </w:r>
                  </w:p>
                </w:sdtContent>
              </w:sdt>
              <w:sdt>
                <w:sdtPr>
                  <w:rPr>
                    <w:rFonts w:ascii="Marianne" w:eastAsiaTheme="minorEastAsia" w:hAnsi="Marianne" w:cstheme="minorBidi"/>
                    <w:b w:val="0"/>
                    <w:bCs w:val="0"/>
                    <w:caps w:val="0"/>
                    <w:color w:val="auto"/>
                    <w14:ligatures w14:val="none"/>
                  </w:rPr>
                  <w:id w:val="1181856122"/>
                  <w:placeholder>
                    <w:docPart w:val="E09679DED640434B9043FFE683E9705D"/>
                  </w:placeholder>
                  <w15:color w:val="C0C0C0"/>
                  <w15:repeatingSectionItem/>
                </w:sdtPr>
                <w:sdtEndPr>
                  <w:rPr>
                    <w:color w:val="595959" w:themeColor="text1" w:themeTint="A6"/>
                  </w:rPr>
                </w:sdtEndPr>
                <w:sdtContent>
                  <w:sdt>
                    <w:sdtPr>
                      <w:rPr>
                        <w:rFonts w:ascii="Marianne" w:hAnsi="Marianne"/>
                        <w:color w:val="auto"/>
                      </w:rPr>
                      <w:id w:val="113484508"/>
                      <w:placeholder>
                        <w:docPart w:val="A1907391BA45458B8216A65BFD75E83A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14:paraId="44A9A851" w14:textId="77777777" w:rsidR="009E6D52" w:rsidRPr="00AB670C" w:rsidRDefault="009E6D52" w:rsidP="004146B7">
                        <w:pPr>
                          <w:pStyle w:val="Titre2"/>
                          <w:rPr>
                            <w:rFonts w:ascii="Marianne" w:hAnsi="Marianne"/>
                            <w:color w:val="auto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auto"/>
                          </w:rPr>
                          <w:t>[Fonction, Nom de la société]</w:t>
                        </w:r>
                      </w:p>
                    </w:sdtContent>
                  </w:sdt>
                  <w:sdt>
                    <w:sdtPr>
                      <w:rPr>
                        <w:rFonts w:ascii="Marianne" w:hAnsi="Marianne"/>
                        <w:color w:val="auto"/>
                      </w:rPr>
                      <w:id w:val="851919482"/>
                      <w:placeholder>
                        <w:docPart w:val="82B16F0C155243968D3B27B4AC25E9B0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14:paraId="3BAB07AA" w14:textId="77777777" w:rsidR="009E6D52" w:rsidRPr="00AB670C" w:rsidRDefault="009E6D52" w:rsidP="004146B7">
                        <w:pPr>
                          <w:pStyle w:val="DateduCV"/>
                          <w:rPr>
                            <w:rFonts w:ascii="Marianne" w:hAnsi="Marianne"/>
                            <w:color w:val="auto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auto"/>
                          </w:rPr>
                          <w:t>[Dates De - À]</w:t>
                        </w:r>
                      </w:p>
                    </w:sdtContent>
                  </w:sdt>
                  <w:p w14:paraId="2B51CF3D" w14:textId="5A794A50" w:rsidR="009E6D52" w:rsidRPr="00E371C7" w:rsidRDefault="009E6D52" w:rsidP="004146B7">
                    <w:pPr>
                      <w:rPr>
                        <w:rFonts w:ascii="Marianne" w:eastAsiaTheme="minorEastAsia" w:hAnsi="Marianne"/>
                      </w:rPr>
                    </w:pP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Insérez ici un bref résumé des missions ayant incombé à l’interprète ainsi que le public </w:t>
                    </w:r>
                    <w:r w:rsid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>pour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 lequel il est intervenu</w:t>
                    </w:r>
                  </w:p>
                </w:sdtContent>
              </w:sdt>
            </w:sdtContent>
          </w:sdt>
        </w:tc>
      </w:tr>
      <w:tr w:rsidR="00566C52" w:rsidRPr="00E371C7" w14:paraId="7F21AB93" w14:textId="77777777" w:rsidTr="00566C52">
        <w:tc>
          <w:tcPr>
            <w:tcW w:w="1933" w:type="dxa"/>
            <w:gridSpan w:val="2"/>
          </w:tcPr>
          <w:p w14:paraId="6192E8D2" w14:textId="77777777" w:rsidR="00566C52" w:rsidRPr="00E371C7" w:rsidRDefault="00566C52" w:rsidP="004146B7">
            <w:pPr>
              <w:pStyle w:val="Titre1"/>
              <w:rPr>
                <w:rFonts w:ascii="Marianne" w:hAnsi="Marianne"/>
                <w:noProof/>
                <w:sz w:val="20"/>
              </w:rPr>
            </w:pPr>
          </w:p>
          <w:p w14:paraId="5BFAA84A" w14:textId="77777777" w:rsidR="00566C52" w:rsidRPr="00E371C7" w:rsidRDefault="00566C52" w:rsidP="004146B7">
            <w:pPr>
              <w:pStyle w:val="Titre1"/>
              <w:jc w:val="center"/>
              <w:rPr>
                <w:rFonts w:ascii="Marianne" w:hAnsi="Marianne"/>
                <w:noProof/>
                <w:sz w:val="20"/>
              </w:rPr>
            </w:pPr>
            <w:r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E</w:t>
            </w: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xpÉrience</w:t>
            </w:r>
            <w:r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 xml:space="preserve"> PAR TYPE D’INTERPRETARIAT</w:t>
            </w:r>
          </w:p>
        </w:tc>
        <w:tc>
          <w:tcPr>
            <w:tcW w:w="459" w:type="dxa"/>
            <w:gridSpan w:val="2"/>
          </w:tcPr>
          <w:p w14:paraId="3A16FD38" w14:textId="77777777" w:rsidR="00566C52" w:rsidRPr="00E371C7" w:rsidRDefault="00566C52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688" w:type="dxa"/>
          </w:tcPr>
          <w:p w14:paraId="1EFD1B1F" w14:textId="77777777" w:rsidR="00566C52" w:rsidRDefault="00566C52" w:rsidP="004146B7">
            <w:p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Indiquez ici l’expérience de l’interprète en fonction des 4 types d’interprétariat prévus par le marché :</w:t>
            </w:r>
          </w:p>
          <w:p w14:paraId="6F063C91" w14:textId="77777777" w:rsidR="00566C52" w:rsidRDefault="00566C52" w:rsidP="004146B7">
            <w:pPr>
              <w:pStyle w:val="Paragraphedeliste"/>
              <w:numPr>
                <w:ilvl w:val="0"/>
                <w:numId w:val="4"/>
              </w:num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consécutif ;</w:t>
            </w:r>
          </w:p>
          <w:p w14:paraId="5D4E6B61" w14:textId="77777777" w:rsidR="00566C52" w:rsidRDefault="00566C52" w:rsidP="004146B7">
            <w:pPr>
              <w:pStyle w:val="Paragraphedeliste"/>
              <w:numPr>
                <w:ilvl w:val="0"/>
                <w:numId w:val="4"/>
              </w:num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simultané ;</w:t>
            </w:r>
          </w:p>
          <w:p w14:paraId="247A46E0" w14:textId="77777777" w:rsidR="00566C52" w:rsidRDefault="00566C52" w:rsidP="004146B7">
            <w:pPr>
              <w:pStyle w:val="Paragraphedeliste"/>
              <w:numPr>
                <w:ilvl w:val="0"/>
                <w:numId w:val="4"/>
              </w:num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chuchoté ;</w:t>
            </w:r>
          </w:p>
          <w:p w14:paraId="01FDC2AA" w14:textId="77777777" w:rsidR="00566C52" w:rsidRDefault="00566C52" w:rsidP="004146B7">
            <w:pPr>
              <w:pStyle w:val="Paragraphedeliste"/>
              <w:numPr>
                <w:ilvl w:val="0"/>
                <w:numId w:val="4"/>
              </w:numPr>
              <w:rPr>
                <w:rFonts w:ascii="Marianne" w:eastAsiaTheme="minorEastAsia" w:hAnsi="Marianne"/>
                <w:b/>
                <w:bCs/>
                <w:caps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de liaison.</w:t>
            </w:r>
          </w:p>
        </w:tc>
      </w:tr>
      <w:tr w:rsidR="009E6D52" w:rsidRPr="00E371C7" w14:paraId="42B9D0D4" w14:textId="77777777" w:rsidTr="004146B7">
        <w:tc>
          <w:tcPr>
            <w:tcW w:w="1778" w:type="dxa"/>
          </w:tcPr>
          <w:p w14:paraId="0D377C6C" w14:textId="77777777" w:rsidR="009E6D52" w:rsidRPr="00AB670C" w:rsidRDefault="009E6D52" w:rsidP="004146B7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sz w:val="20"/>
              </w:rPr>
            </w:pP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THEMES ABORDES</w:t>
            </w:r>
          </w:p>
        </w:tc>
        <w:tc>
          <w:tcPr>
            <w:tcW w:w="472" w:type="dxa"/>
            <w:gridSpan w:val="2"/>
          </w:tcPr>
          <w:p w14:paraId="24ACE306" w14:textId="77777777" w:rsidR="009E6D52" w:rsidRPr="00E371C7" w:rsidRDefault="009E6D52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  <w:gridSpan w:val="2"/>
          </w:tcPr>
          <w:p w14:paraId="178E21F7" w14:textId="6E18D931" w:rsidR="009E6D52" w:rsidRPr="00E371C7" w:rsidRDefault="00FA6347" w:rsidP="004146B7">
            <w:pPr>
              <w:pStyle w:val="DateduCV"/>
              <w:rPr>
                <w:rFonts w:ascii="Marianne" w:hAnsi="Marianne"/>
                <w:i/>
                <w:iCs/>
                <w:noProof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Indiquez ici, les thématiques principales (spécialisations éventuelles) que l’interprète a pu déjà aborder dans le cadre de son expérience professionnelle</w:t>
            </w:r>
          </w:p>
        </w:tc>
      </w:tr>
      <w:tr w:rsidR="009E6D52" w:rsidRPr="00E371C7" w14:paraId="414D30C0" w14:textId="77777777" w:rsidTr="004146B7">
        <w:tc>
          <w:tcPr>
            <w:tcW w:w="1778" w:type="dxa"/>
          </w:tcPr>
          <w:p w14:paraId="6D8D3585" w14:textId="77777777" w:rsidR="009E6D52" w:rsidRDefault="009E6D52" w:rsidP="004146B7">
            <w:pPr>
              <w:pStyle w:val="Titre1"/>
              <w:jc w:val="center"/>
              <w:rPr>
                <w:rFonts w:ascii="Marianne" w:hAnsi="Marianne"/>
                <w:noProof/>
                <w:sz w:val="20"/>
              </w:rPr>
            </w:pPr>
          </w:p>
          <w:p w14:paraId="5D4B2DB8" w14:textId="58B962AF" w:rsidR="009E6D52" w:rsidRPr="00AB670C" w:rsidRDefault="009E6D52" w:rsidP="004146B7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DIPLÔME</w:t>
            </w:r>
            <w:r w:rsidR="006C013A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S</w:t>
            </w: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 xml:space="preserve"> / QUALIFICATION</w:t>
            </w:r>
            <w:r w:rsidR="006C013A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S</w:t>
            </w:r>
          </w:p>
        </w:tc>
        <w:tc>
          <w:tcPr>
            <w:tcW w:w="472" w:type="dxa"/>
            <w:gridSpan w:val="2"/>
          </w:tcPr>
          <w:p w14:paraId="2825D62B" w14:textId="77777777" w:rsidR="009E6D52" w:rsidRPr="00E371C7" w:rsidRDefault="009E6D52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  <w:gridSpan w:val="2"/>
          </w:tcPr>
          <w:sdt>
            <w:sdtPr>
              <w:rPr>
                <w:rFonts w:ascii="Marianne" w:eastAsiaTheme="minorEastAsia" w:hAnsi="Marianne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-1802676660"/>
              <w15:repeatingSection/>
            </w:sdtPr>
            <w:sdtEndPr/>
            <w:sdtContent>
              <w:sdt>
                <w:sdtPr>
                  <w:rPr>
                    <w:rFonts w:ascii="Marianne" w:eastAsiaTheme="minorEastAsia" w:hAnsi="Marianne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399064796"/>
                  <w:placeholder>
                    <w:docPart w:val="A03A3AD0A7F04A748E2650C1BDAE52BB"/>
                  </w:placeholder>
                  <w15:repeatingSectionItem/>
                </w:sdtPr>
                <w:sdtEndPr/>
                <w:sdtContent>
                  <w:sdt>
                    <w:sdtPr>
                      <w:rPr>
                        <w:rFonts w:ascii="Marianne" w:hAnsi="Marianne"/>
                        <w:color w:val="auto"/>
                      </w:rPr>
                      <w:id w:val="-614219625"/>
                      <w:placeholder>
                        <w:docPart w:val="121807A8D7EB4F0DA527BBE4B5A7B83B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14:paraId="4E95FFCB" w14:textId="77777777" w:rsidR="009E6D52" w:rsidRPr="00AB670C" w:rsidRDefault="009E6D52" w:rsidP="004146B7">
                        <w:pPr>
                          <w:pStyle w:val="Titre2"/>
                          <w:rPr>
                            <w:rFonts w:ascii="Marianne" w:hAnsi="Marianne"/>
                            <w:color w:val="auto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auto"/>
                          </w:rPr>
                          <w:t>[Nom école, Lieu, Diplôme]</w:t>
                        </w:r>
                      </w:p>
                    </w:sdtContent>
                  </w:sdt>
                  <w:p w14:paraId="6B82F638" w14:textId="0FDDA134" w:rsidR="009E6D52" w:rsidRPr="00AB670C" w:rsidRDefault="009E6D52" w:rsidP="004146B7">
                    <w:pPr>
                      <w:rPr>
                        <w:rFonts w:ascii="Marianne" w:hAnsi="Marianne"/>
                        <w:i/>
                        <w:iCs/>
                        <w:color w:val="auto"/>
                      </w:rPr>
                    </w:pP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>Insérez ici le nom du</w:t>
                    </w:r>
                    <w:r w:rsidR="006C013A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 ou des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 diplôme</w:t>
                    </w:r>
                    <w:r w:rsidR="006C013A">
                      <w:rPr>
                        <w:rFonts w:ascii="Marianne" w:hAnsi="Marianne"/>
                        <w:i/>
                        <w:iCs/>
                        <w:color w:val="auto"/>
                      </w:rPr>
                      <w:t>(s)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 / les formations suivies. </w:t>
                    </w:r>
                  </w:p>
                  <w:p w14:paraId="1A2CBCA1" w14:textId="77777777" w:rsidR="009E6D52" w:rsidRPr="00E371C7" w:rsidRDefault="009E6D52" w:rsidP="004146B7">
                    <w:pPr>
                      <w:rPr>
                        <w:rFonts w:ascii="Marianne" w:eastAsiaTheme="minorEastAsia" w:hAnsi="Marianne"/>
                      </w:rPr>
                    </w:pPr>
                    <w:r w:rsidRPr="00AB670C">
                      <w:rPr>
                        <w:rFonts w:ascii="Marianne" w:eastAsiaTheme="minorEastAsia" w:hAnsi="Marianne"/>
                        <w:i/>
                        <w:iCs/>
                        <w:color w:val="auto"/>
                      </w:rPr>
                      <w:t>Vous pouvez également préciser ici si l’interprète est assermenté</w:t>
                    </w:r>
                    <w:r w:rsidRPr="00AB670C">
                      <w:rPr>
                        <w:rFonts w:ascii="Marianne" w:eastAsiaTheme="minorEastAsia" w:hAnsi="Marianne"/>
                        <w:color w:val="auto"/>
                      </w:rPr>
                      <w:t xml:space="preserve"> </w:t>
                    </w:r>
                  </w:p>
                </w:sdtContent>
              </w:sdt>
            </w:sdtContent>
          </w:sdt>
        </w:tc>
      </w:tr>
    </w:tbl>
    <w:p w14:paraId="4953FB6F" w14:textId="77777777" w:rsidR="009E6D52" w:rsidRDefault="009E6D52" w:rsidP="009E6D52">
      <w:pPr>
        <w:rPr>
          <w:rFonts w:ascii="Marianne" w:hAnsi="Marianne"/>
        </w:rPr>
      </w:pPr>
    </w:p>
    <w:p w14:paraId="70877EAB" w14:textId="2FF5F61B" w:rsidR="009A2A37" w:rsidRDefault="009A2A37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p w14:paraId="77DD80F5" w14:textId="77CE254B" w:rsidR="009A2A37" w:rsidRPr="00E371C7" w:rsidRDefault="009A2A37" w:rsidP="002F0D0D">
      <w:pPr>
        <w:pStyle w:val="Nom"/>
        <w:shd w:val="clear" w:color="auto" w:fill="0070C0"/>
        <w:rPr>
          <w:rFonts w:ascii="Marianne" w:hAnsi="Marianne"/>
          <w:noProof/>
          <w:sz w:val="20"/>
        </w:rPr>
      </w:pPr>
      <w:r>
        <w:rPr>
          <w:rFonts w:ascii="Marianne" w:hAnsi="Marianne"/>
          <w:noProof/>
          <w:sz w:val="20"/>
          <w:lang w:val="es-ES"/>
        </w:rPr>
        <w:lastRenderedPageBreak/>
        <w:t>NOM PRENOM De l’INTERPRETE N°</w:t>
      </w:r>
      <w:r w:rsidR="00AB670C">
        <w:rPr>
          <w:rFonts w:ascii="Marianne" w:hAnsi="Marianne"/>
          <w:noProof/>
          <w:sz w:val="20"/>
          <w:lang w:val="es-ES"/>
        </w:rPr>
        <w:t>3</w:t>
      </w:r>
    </w:p>
    <w:tbl>
      <w:tblPr>
        <w:tblStyle w:val="TableaudeCV"/>
        <w:tblW w:w="5000" w:type="pct"/>
        <w:tblLook w:val="04A0" w:firstRow="1" w:lastRow="0" w:firstColumn="1" w:lastColumn="0" w:noHBand="0" w:noVBand="1"/>
        <w:tblDescription w:val="Resume"/>
      </w:tblPr>
      <w:tblGrid>
        <w:gridCol w:w="1778"/>
        <w:gridCol w:w="155"/>
        <w:gridCol w:w="317"/>
        <w:gridCol w:w="142"/>
        <w:gridCol w:w="7688"/>
      </w:tblGrid>
      <w:tr w:rsidR="009A2A37" w:rsidRPr="00E371C7" w14:paraId="0C2070E7" w14:textId="77777777" w:rsidTr="004146B7">
        <w:tc>
          <w:tcPr>
            <w:tcW w:w="1778" w:type="dxa"/>
          </w:tcPr>
          <w:p w14:paraId="07A93111" w14:textId="77777777" w:rsidR="009A2A37" w:rsidRPr="002F0D0D" w:rsidRDefault="009A2A37" w:rsidP="004146B7">
            <w:pPr>
              <w:pStyle w:val="Titre1"/>
              <w:ind w:right="-62"/>
              <w:jc w:val="center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  <w:r w:rsidRPr="002F0D0D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Langue(s) parlée(s)</w:t>
            </w:r>
          </w:p>
        </w:tc>
        <w:tc>
          <w:tcPr>
            <w:tcW w:w="472" w:type="dxa"/>
            <w:gridSpan w:val="2"/>
          </w:tcPr>
          <w:p w14:paraId="00CC089C" w14:textId="77777777" w:rsidR="009A2A37" w:rsidRPr="00E371C7" w:rsidRDefault="009A2A37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  <w:gridSpan w:val="2"/>
          </w:tcPr>
          <w:p w14:paraId="2E72FB53" w14:textId="66842ABE" w:rsidR="009A2A37" w:rsidRPr="00E371C7" w:rsidRDefault="00FA6347" w:rsidP="004146B7">
            <w:pPr>
              <w:pStyle w:val="DateduCV"/>
              <w:rPr>
                <w:rFonts w:ascii="Marianne" w:hAnsi="Marianne"/>
                <w:i/>
                <w:iCs/>
                <w:noProof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Précisez ici la ou les langues parlées par l’interprète et s’il s’agit le cas échéant de sa langue maternelle</w:t>
            </w:r>
          </w:p>
        </w:tc>
      </w:tr>
      <w:tr w:rsidR="009A2A37" w:rsidRPr="00E371C7" w14:paraId="56324D23" w14:textId="77777777" w:rsidTr="004146B7">
        <w:tc>
          <w:tcPr>
            <w:tcW w:w="1778" w:type="dxa"/>
          </w:tcPr>
          <w:p w14:paraId="5398136A" w14:textId="77777777" w:rsidR="009A2A37" w:rsidRPr="002F0D0D" w:rsidRDefault="009A2A37" w:rsidP="004146B7">
            <w:pPr>
              <w:pStyle w:val="Titre1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</w:p>
          <w:p w14:paraId="0C2DA244" w14:textId="77777777" w:rsidR="009A2A37" w:rsidRPr="002F0D0D" w:rsidRDefault="009A2A37" w:rsidP="004146B7">
            <w:pPr>
              <w:pStyle w:val="Titre1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</w:p>
          <w:p w14:paraId="4DB6B0EB" w14:textId="77777777" w:rsidR="009A2A37" w:rsidRPr="002F0D0D" w:rsidRDefault="009A2A37" w:rsidP="004146B7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  <w:r w:rsidRPr="002F0D0D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ExpÉrience</w:t>
            </w:r>
          </w:p>
        </w:tc>
        <w:tc>
          <w:tcPr>
            <w:tcW w:w="472" w:type="dxa"/>
            <w:gridSpan w:val="2"/>
          </w:tcPr>
          <w:p w14:paraId="74ADF345" w14:textId="77777777" w:rsidR="009A2A37" w:rsidRPr="00E371C7" w:rsidRDefault="009A2A37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  <w:gridSpan w:val="2"/>
          </w:tcPr>
          <w:sdt>
            <w:sdtPr>
              <w:rPr>
                <w:rFonts w:ascii="Marianne" w:eastAsiaTheme="minorEastAsia" w:hAnsi="Marianne" w:cstheme="minorBidi"/>
                <w:b w:val="0"/>
                <w:bCs w:val="0"/>
                <w:caps w:val="0"/>
                <w:color w:val="auto"/>
                <w14:ligatures w14:val="none"/>
              </w:rPr>
              <w:id w:val="1636749229"/>
              <w15:color w:val="C0C0C0"/>
              <w15:repeatingSection/>
            </w:sdtPr>
            <w:sdtEndPr/>
            <w:sdtContent>
              <w:sdt>
                <w:sdtPr>
                  <w:rPr>
                    <w:rFonts w:ascii="Marianne" w:eastAsiaTheme="minorEastAsia" w:hAnsi="Marianne" w:cstheme="minorBidi"/>
                    <w:b w:val="0"/>
                    <w:bCs w:val="0"/>
                    <w:caps w:val="0"/>
                    <w:color w:val="auto"/>
                    <w14:ligatures w14:val="none"/>
                  </w:rPr>
                  <w:id w:val="-1828662028"/>
                  <w:placeholder>
                    <w:docPart w:val="307DA4ACABA24457A7DAC2A036481369"/>
                  </w:placeholder>
                  <w15:color w:val="C0C0C0"/>
                  <w15:repeatingSectionItem/>
                </w:sdtPr>
                <w:sdtEndPr>
                  <w:rPr>
                    <w:i/>
                    <w:iCs/>
                  </w:rPr>
                </w:sdtEndPr>
                <w:sdtContent>
                  <w:sdt>
                    <w:sdtPr>
                      <w:rPr>
                        <w:rFonts w:ascii="Marianne" w:hAnsi="Marianne"/>
                        <w:color w:val="auto"/>
                      </w:rPr>
                      <w:id w:val="-165015817"/>
                      <w:placeholder>
                        <w:docPart w:val="B24924DBBD4F47E9B57888BD9F4ABFB3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14:paraId="505A9E58" w14:textId="77777777" w:rsidR="009A2A37" w:rsidRPr="00AB670C" w:rsidRDefault="009A2A37" w:rsidP="004146B7">
                        <w:pPr>
                          <w:pStyle w:val="Titre2"/>
                          <w:rPr>
                            <w:rFonts w:ascii="Marianne" w:hAnsi="Marianne"/>
                            <w:color w:val="auto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auto"/>
                          </w:rPr>
                          <w:t>[Fonction, Nom de la société]</w:t>
                        </w:r>
                      </w:p>
                    </w:sdtContent>
                  </w:sdt>
                  <w:sdt>
                    <w:sdtPr>
                      <w:rPr>
                        <w:rFonts w:ascii="Marianne" w:hAnsi="Marianne"/>
                        <w:color w:val="auto"/>
                      </w:rPr>
                      <w:id w:val="1609690008"/>
                      <w:placeholder>
                        <w:docPart w:val="8023CFE15C9E41D0B5219544A000095A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14:paraId="3F796E9C" w14:textId="77777777" w:rsidR="009A2A37" w:rsidRPr="00AB670C" w:rsidRDefault="009A2A37" w:rsidP="004146B7">
                        <w:pPr>
                          <w:pStyle w:val="DateduCV"/>
                          <w:rPr>
                            <w:rFonts w:ascii="Marianne" w:hAnsi="Marianne"/>
                            <w:color w:val="auto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auto"/>
                          </w:rPr>
                          <w:t>[Dates De - À]</w:t>
                        </w:r>
                      </w:p>
                    </w:sdtContent>
                  </w:sdt>
                  <w:p w14:paraId="30952BF1" w14:textId="13D7F3B1" w:rsidR="009A2A37" w:rsidRPr="00AB670C" w:rsidRDefault="009A2A37" w:rsidP="004146B7">
                    <w:pPr>
                      <w:rPr>
                        <w:rFonts w:ascii="Marianne" w:hAnsi="Marianne"/>
                        <w:i/>
                        <w:iCs/>
                        <w:color w:val="auto"/>
                      </w:rPr>
                    </w:pP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Insérez ici un bref résumé des missions ayant incombé à l’interprète ainsi que le public </w:t>
                    </w:r>
                    <w:r w:rsid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>pour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 lequel il est intervenu</w:t>
                    </w:r>
                  </w:p>
                </w:sdtContent>
              </w:sdt>
              <w:sdt>
                <w:sdtPr>
                  <w:rPr>
                    <w:rFonts w:ascii="Marianne" w:eastAsiaTheme="minorEastAsia" w:hAnsi="Marianne" w:cstheme="minorBidi"/>
                    <w:b w:val="0"/>
                    <w:bCs w:val="0"/>
                    <w:caps w:val="0"/>
                    <w:color w:val="auto"/>
                    <w14:ligatures w14:val="none"/>
                  </w:rPr>
                  <w:id w:val="-1923098126"/>
                  <w:placeholder>
                    <w:docPart w:val="307DA4ACABA24457A7DAC2A036481369"/>
                  </w:placeholder>
                  <w15:color w:val="C0C0C0"/>
                  <w15:repeatingSectionItem/>
                </w:sdtPr>
                <w:sdtEndPr/>
                <w:sdtContent>
                  <w:sdt>
                    <w:sdtPr>
                      <w:rPr>
                        <w:rFonts w:ascii="Marianne" w:hAnsi="Marianne"/>
                        <w:color w:val="auto"/>
                      </w:rPr>
                      <w:id w:val="-2120750485"/>
                      <w:placeholder>
                        <w:docPart w:val="B24924DBBD4F47E9B57888BD9F4ABFB3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14:paraId="65C38B26" w14:textId="77777777" w:rsidR="009A2A37" w:rsidRPr="00AB670C" w:rsidRDefault="009A2A37" w:rsidP="004146B7">
                        <w:pPr>
                          <w:pStyle w:val="Titre2"/>
                          <w:rPr>
                            <w:rFonts w:ascii="Marianne" w:hAnsi="Marianne"/>
                            <w:color w:val="auto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auto"/>
                          </w:rPr>
                          <w:t>[Fonction, Nom de la société]</w:t>
                        </w:r>
                      </w:p>
                    </w:sdtContent>
                  </w:sdt>
                  <w:sdt>
                    <w:sdtPr>
                      <w:rPr>
                        <w:rFonts w:ascii="Marianne" w:hAnsi="Marianne"/>
                        <w:color w:val="auto"/>
                      </w:rPr>
                      <w:id w:val="1774892560"/>
                      <w:placeholder>
                        <w:docPart w:val="8023CFE15C9E41D0B5219544A000095A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14:paraId="19BE1F67" w14:textId="77777777" w:rsidR="009A2A37" w:rsidRPr="00AB670C" w:rsidRDefault="009A2A37" w:rsidP="004146B7">
                        <w:pPr>
                          <w:pStyle w:val="DateduCV"/>
                          <w:rPr>
                            <w:rFonts w:ascii="Marianne" w:hAnsi="Marianne"/>
                            <w:color w:val="auto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auto"/>
                          </w:rPr>
                          <w:t>[Dates De - À]</w:t>
                        </w:r>
                      </w:p>
                    </w:sdtContent>
                  </w:sdt>
                  <w:p w14:paraId="2DC769CB" w14:textId="47252509" w:rsidR="009A2A37" w:rsidRPr="00E371C7" w:rsidRDefault="009A2A37" w:rsidP="004146B7">
                    <w:pPr>
                      <w:rPr>
                        <w:rFonts w:ascii="Marianne" w:eastAsiaTheme="minorEastAsia" w:hAnsi="Marianne"/>
                      </w:rPr>
                    </w:pP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Insérez ici un bref résumé des missions ayant incombé à l’interprète ainsi que le public </w:t>
                    </w:r>
                    <w:r w:rsid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>pour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 lequel il est intervenu</w:t>
                    </w:r>
                  </w:p>
                </w:sdtContent>
              </w:sdt>
            </w:sdtContent>
          </w:sdt>
        </w:tc>
      </w:tr>
      <w:tr w:rsidR="00566C52" w:rsidRPr="00E371C7" w14:paraId="3AC68D63" w14:textId="77777777" w:rsidTr="00566C52">
        <w:tc>
          <w:tcPr>
            <w:tcW w:w="1933" w:type="dxa"/>
            <w:gridSpan w:val="2"/>
          </w:tcPr>
          <w:p w14:paraId="56707FBE" w14:textId="77777777" w:rsidR="00566C52" w:rsidRPr="00E371C7" w:rsidRDefault="00566C52" w:rsidP="004146B7">
            <w:pPr>
              <w:pStyle w:val="Titre1"/>
              <w:rPr>
                <w:rFonts w:ascii="Marianne" w:hAnsi="Marianne"/>
                <w:noProof/>
                <w:sz w:val="20"/>
              </w:rPr>
            </w:pPr>
          </w:p>
          <w:p w14:paraId="34E182AD" w14:textId="77777777" w:rsidR="00566C52" w:rsidRPr="00E371C7" w:rsidRDefault="00566C52" w:rsidP="004146B7">
            <w:pPr>
              <w:pStyle w:val="Titre1"/>
              <w:jc w:val="center"/>
              <w:rPr>
                <w:rFonts w:ascii="Marianne" w:hAnsi="Marianne"/>
                <w:noProof/>
                <w:sz w:val="20"/>
              </w:rPr>
            </w:pPr>
            <w:r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E</w:t>
            </w: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xpÉrience</w:t>
            </w:r>
            <w:r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 xml:space="preserve"> PAR TYPE D’INTERPRETARIAT</w:t>
            </w:r>
          </w:p>
        </w:tc>
        <w:tc>
          <w:tcPr>
            <w:tcW w:w="459" w:type="dxa"/>
            <w:gridSpan w:val="2"/>
          </w:tcPr>
          <w:p w14:paraId="4A5EFAD8" w14:textId="77777777" w:rsidR="00566C52" w:rsidRPr="00E371C7" w:rsidRDefault="00566C52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688" w:type="dxa"/>
          </w:tcPr>
          <w:p w14:paraId="38C9FBB3" w14:textId="77777777" w:rsidR="00566C52" w:rsidRDefault="00566C52" w:rsidP="004146B7">
            <w:p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Indiquez ici l’expérience de l’interprète en fonction des 4 types d’interprétariat prévus par le marché :</w:t>
            </w:r>
          </w:p>
          <w:p w14:paraId="37C9C397" w14:textId="77777777" w:rsidR="00566C52" w:rsidRDefault="00566C52" w:rsidP="004146B7">
            <w:pPr>
              <w:pStyle w:val="Paragraphedeliste"/>
              <w:numPr>
                <w:ilvl w:val="0"/>
                <w:numId w:val="4"/>
              </w:num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consécutif ;</w:t>
            </w:r>
          </w:p>
          <w:p w14:paraId="52614F39" w14:textId="77777777" w:rsidR="00566C52" w:rsidRDefault="00566C52" w:rsidP="004146B7">
            <w:pPr>
              <w:pStyle w:val="Paragraphedeliste"/>
              <w:numPr>
                <w:ilvl w:val="0"/>
                <w:numId w:val="4"/>
              </w:num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simultané ;</w:t>
            </w:r>
          </w:p>
          <w:p w14:paraId="7A290F9A" w14:textId="77777777" w:rsidR="00566C52" w:rsidRDefault="00566C52" w:rsidP="004146B7">
            <w:pPr>
              <w:pStyle w:val="Paragraphedeliste"/>
              <w:numPr>
                <w:ilvl w:val="0"/>
                <w:numId w:val="4"/>
              </w:num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chuchoté ;</w:t>
            </w:r>
          </w:p>
          <w:p w14:paraId="1448753E" w14:textId="77777777" w:rsidR="00566C52" w:rsidRDefault="00566C52" w:rsidP="004146B7">
            <w:pPr>
              <w:pStyle w:val="Paragraphedeliste"/>
              <w:numPr>
                <w:ilvl w:val="0"/>
                <w:numId w:val="4"/>
              </w:numPr>
              <w:rPr>
                <w:rFonts w:ascii="Marianne" w:eastAsiaTheme="minorEastAsia" w:hAnsi="Marianne"/>
                <w:b/>
                <w:bCs/>
                <w:caps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de liaison.</w:t>
            </w:r>
          </w:p>
        </w:tc>
      </w:tr>
      <w:tr w:rsidR="009A2A37" w:rsidRPr="00E371C7" w14:paraId="49350D25" w14:textId="77777777" w:rsidTr="004146B7">
        <w:tc>
          <w:tcPr>
            <w:tcW w:w="1778" w:type="dxa"/>
          </w:tcPr>
          <w:p w14:paraId="62C620FD" w14:textId="77777777" w:rsidR="009A2A37" w:rsidRPr="002F0D0D" w:rsidRDefault="009A2A37" w:rsidP="004146B7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  <w:r w:rsidRPr="002F0D0D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THEMES ABORDES</w:t>
            </w:r>
          </w:p>
        </w:tc>
        <w:tc>
          <w:tcPr>
            <w:tcW w:w="472" w:type="dxa"/>
            <w:gridSpan w:val="2"/>
          </w:tcPr>
          <w:p w14:paraId="65EC6B9D" w14:textId="77777777" w:rsidR="009A2A37" w:rsidRPr="00E371C7" w:rsidRDefault="009A2A37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  <w:gridSpan w:val="2"/>
          </w:tcPr>
          <w:p w14:paraId="39E960D8" w14:textId="24AAE53F" w:rsidR="009A2A37" w:rsidRPr="00E371C7" w:rsidRDefault="00FA6347" w:rsidP="004146B7">
            <w:pPr>
              <w:pStyle w:val="DateduCV"/>
              <w:rPr>
                <w:rFonts w:ascii="Marianne" w:hAnsi="Marianne"/>
                <w:i/>
                <w:iCs/>
                <w:noProof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Indiquez ici, les thématiques principales (spécialisations éventuelles) que l’interprète a pu déjà aborder dans le cadre de son expérience professionnelle</w:t>
            </w:r>
          </w:p>
        </w:tc>
      </w:tr>
      <w:tr w:rsidR="009A2A37" w:rsidRPr="00E371C7" w14:paraId="1A9CE3C8" w14:textId="77777777" w:rsidTr="004146B7">
        <w:tc>
          <w:tcPr>
            <w:tcW w:w="1778" w:type="dxa"/>
          </w:tcPr>
          <w:p w14:paraId="134613A5" w14:textId="77777777" w:rsidR="009A2A37" w:rsidRPr="002F0D0D" w:rsidRDefault="009A2A37" w:rsidP="004146B7">
            <w:pPr>
              <w:pStyle w:val="Titre1"/>
              <w:jc w:val="center"/>
              <w:rPr>
                <w:rFonts w:ascii="Marianne" w:hAnsi="Marianne"/>
                <w:noProof/>
                <w:color w:val="0000FF"/>
                <w:sz w:val="20"/>
              </w:rPr>
            </w:pPr>
          </w:p>
          <w:p w14:paraId="026C5432" w14:textId="4519DA8B" w:rsidR="009A2A37" w:rsidRPr="002F0D0D" w:rsidRDefault="009A2A37" w:rsidP="004146B7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  <w:r w:rsidRPr="002F0D0D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DIPLÔME</w:t>
            </w:r>
            <w:r w:rsidR="00003F00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S</w:t>
            </w:r>
            <w:r w:rsidRPr="002F0D0D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 xml:space="preserve"> / QUALIFICATION</w:t>
            </w:r>
            <w:r w:rsidR="00003F00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S</w:t>
            </w:r>
          </w:p>
        </w:tc>
        <w:tc>
          <w:tcPr>
            <w:tcW w:w="472" w:type="dxa"/>
            <w:gridSpan w:val="2"/>
          </w:tcPr>
          <w:p w14:paraId="10E6BEEF" w14:textId="77777777" w:rsidR="009A2A37" w:rsidRPr="00AB670C" w:rsidRDefault="009A2A37" w:rsidP="004146B7">
            <w:pPr>
              <w:rPr>
                <w:rFonts w:ascii="Marianne" w:hAnsi="Marianne"/>
                <w:noProof/>
                <w:color w:val="auto"/>
              </w:rPr>
            </w:pPr>
          </w:p>
        </w:tc>
        <w:tc>
          <w:tcPr>
            <w:tcW w:w="7830" w:type="dxa"/>
            <w:gridSpan w:val="2"/>
          </w:tcPr>
          <w:sdt>
            <w:sdtPr>
              <w:rPr>
                <w:rFonts w:ascii="Marianne" w:eastAsiaTheme="minorEastAsia" w:hAnsi="Marianne" w:cstheme="minorBidi"/>
                <w:b w:val="0"/>
                <w:bCs w:val="0"/>
                <w:caps w:val="0"/>
                <w:color w:val="auto"/>
                <w14:ligatures w14:val="none"/>
              </w:rPr>
              <w:id w:val="-158464549"/>
              <w15:repeatingSection/>
            </w:sdtPr>
            <w:sdtEndPr/>
            <w:sdtContent>
              <w:sdt>
                <w:sdtPr>
                  <w:rPr>
                    <w:rFonts w:ascii="Marianne" w:eastAsiaTheme="minorEastAsia" w:hAnsi="Marianne" w:cstheme="minorBidi"/>
                    <w:b w:val="0"/>
                    <w:bCs w:val="0"/>
                    <w:caps w:val="0"/>
                    <w:color w:val="auto"/>
                    <w14:ligatures w14:val="none"/>
                  </w:rPr>
                  <w:id w:val="-513768302"/>
                  <w:placeholder>
                    <w:docPart w:val="E9009F98EEE24C1EAE1D193ADA499835"/>
                  </w:placeholder>
                  <w15:repeatingSectionItem/>
                </w:sdtPr>
                <w:sdtEndPr/>
                <w:sdtContent>
                  <w:sdt>
                    <w:sdtPr>
                      <w:rPr>
                        <w:rFonts w:ascii="Marianne" w:hAnsi="Marianne"/>
                        <w:color w:val="auto"/>
                      </w:rPr>
                      <w:id w:val="787933933"/>
                      <w:placeholder>
                        <w:docPart w:val="54C6B484ECB446AB8C27DF0B2C5B1BA3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14:paraId="7F379636" w14:textId="77777777" w:rsidR="009A2A37" w:rsidRPr="00AB670C" w:rsidRDefault="009A2A37" w:rsidP="004146B7">
                        <w:pPr>
                          <w:pStyle w:val="Titre2"/>
                          <w:rPr>
                            <w:rFonts w:ascii="Marianne" w:hAnsi="Marianne"/>
                            <w:color w:val="auto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auto"/>
                          </w:rPr>
                          <w:t>[Nom école, Lieu, Diplôme]</w:t>
                        </w:r>
                      </w:p>
                    </w:sdtContent>
                  </w:sdt>
                  <w:p w14:paraId="128AA016" w14:textId="6CCB49F4" w:rsidR="009A2A37" w:rsidRPr="00AB670C" w:rsidRDefault="009A2A37" w:rsidP="004146B7">
                    <w:pPr>
                      <w:rPr>
                        <w:rFonts w:ascii="Marianne" w:hAnsi="Marianne"/>
                        <w:i/>
                        <w:iCs/>
                        <w:color w:val="auto"/>
                      </w:rPr>
                    </w:pP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>Insérez ici le nom du</w:t>
                    </w:r>
                    <w:r w:rsidR="00003F00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 ou des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 diplôme</w:t>
                    </w:r>
                    <w:r w:rsidR="00003F00">
                      <w:rPr>
                        <w:rFonts w:ascii="Marianne" w:hAnsi="Marianne"/>
                        <w:i/>
                        <w:iCs/>
                        <w:color w:val="auto"/>
                      </w:rPr>
                      <w:t>(s)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auto"/>
                      </w:rPr>
                      <w:t xml:space="preserve"> / les formations suivies. </w:t>
                    </w:r>
                  </w:p>
                  <w:p w14:paraId="6B2C393E" w14:textId="77777777" w:rsidR="009A2A37" w:rsidRPr="00AB670C" w:rsidRDefault="009A2A37" w:rsidP="004146B7">
                    <w:pPr>
                      <w:rPr>
                        <w:rFonts w:ascii="Marianne" w:eastAsiaTheme="minorEastAsia" w:hAnsi="Marianne"/>
                        <w:color w:val="auto"/>
                      </w:rPr>
                    </w:pPr>
                    <w:r w:rsidRPr="00AB670C">
                      <w:rPr>
                        <w:rFonts w:ascii="Marianne" w:eastAsiaTheme="minorEastAsia" w:hAnsi="Marianne"/>
                        <w:i/>
                        <w:iCs/>
                        <w:color w:val="auto"/>
                      </w:rPr>
                      <w:t>Vous pouvez également préciser ici si l’interprète est assermenté</w:t>
                    </w:r>
                    <w:r w:rsidRPr="00AB670C">
                      <w:rPr>
                        <w:rFonts w:ascii="Marianne" w:eastAsiaTheme="minorEastAsia" w:hAnsi="Marianne"/>
                        <w:color w:val="auto"/>
                      </w:rPr>
                      <w:t xml:space="preserve"> </w:t>
                    </w:r>
                  </w:p>
                </w:sdtContent>
              </w:sdt>
            </w:sdtContent>
          </w:sdt>
        </w:tc>
      </w:tr>
    </w:tbl>
    <w:p w14:paraId="0FDB24A2" w14:textId="362AEE11" w:rsidR="00AB670C" w:rsidRDefault="00AB670C" w:rsidP="009A2A37">
      <w:pPr>
        <w:rPr>
          <w:rFonts w:ascii="Marianne" w:hAnsi="Marianne"/>
        </w:rPr>
      </w:pPr>
    </w:p>
    <w:p w14:paraId="27FBC8FC" w14:textId="77777777" w:rsidR="00AB670C" w:rsidRDefault="00AB670C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p w14:paraId="015A37FA" w14:textId="21CF2FF5" w:rsidR="00AB670C" w:rsidRPr="00AB670C" w:rsidRDefault="00AB670C" w:rsidP="00AB670C">
      <w:pPr>
        <w:pStyle w:val="Coordonnes"/>
        <w:numPr>
          <w:ilvl w:val="0"/>
          <w:numId w:val="3"/>
        </w:numPr>
        <w:shd w:val="clear" w:color="auto" w:fill="B1C0CD" w:themeFill="accent1" w:themeFillTint="99"/>
        <w:ind w:left="567" w:hanging="567"/>
        <w:jc w:val="left"/>
        <w:rPr>
          <w:rFonts w:ascii="Marianne" w:hAnsi="Marianne"/>
          <w:b/>
          <w:bCs/>
          <w:noProof/>
          <w:color w:val="000000" w:themeColor="text1"/>
          <w:sz w:val="22"/>
          <w:szCs w:val="22"/>
        </w:rPr>
      </w:pPr>
      <w:r>
        <w:rPr>
          <w:rFonts w:ascii="Marianne" w:hAnsi="Marianne"/>
          <w:b/>
          <w:bCs/>
          <w:noProof/>
          <w:color w:val="000000" w:themeColor="text1"/>
          <w:sz w:val="22"/>
          <w:szCs w:val="22"/>
        </w:rPr>
        <w:lastRenderedPageBreak/>
        <w:t xml:space="preserve">CV DES </w:t>
      </w:r>
      <w:r w:rsidRPr="00AB670C">
        <w:rPr>
          <w:rFonts w:ascii="Marianne" w:hAnsi="Marianne"/>
          <w:b/>
          <w:bCs/>
          <w:noProof/>
          <w:color w:val="000000" w:themeColor="text1"/>
          <w:sz w:val="22"/>
          <w:szCs w:val="22"/>
        </w:rPr>
        <w:t xml:space="preserve">INTERPRETES </w:t>
      </w:r>
      <w:r>
        <w:rPr>
          <w:rFonts w:ascii="Marianne" w:hAnsi="Marianne"/>
          <w:b/>
          <w:bCs/>
          <w:noProof/>
          <w:color w:val="000000" w:themeColor="text1"/>
          <w:sz w:val="22"/>
          <w:szCs w:val="22"/>
        </w:rPr>
        <w:t>POUR LES AUTRES LANGUES</w:t>
      </w:r>
    </w:p>
    <w:p w14:paraId="044B5771" w14:textId="17EEAF8A" w:rsidR="00AB670C" w:rsidRPr="00E371C7" w:rsidRDefault="00AB670C" w:rsidP="002F0D0D">
      <w:pPr>
        <w:pStyle w:val="Nom"/>
        <w:shd w:val="clear" w:color="auto" w:fill="0070C0"/>
        <w:ind w:left="360"/>
        <w:rPr>
          <w:rFonts w:ascii="Marianne" w:hAnsi="Marianne"/>
          <w:noProof/>
          <w:sz w:val="20"/>
        </w:rPr>
      </w:pPr>
      <w:r>
        <w:rPr>
          <w:rFonts w:ascii="Marianne" w:hAnsi="Marianne"/>
          <w:noProof/>
          <w:sz w:val="20"/>
          <w:lang w:val="es-ES"/>
        </w:rPr>
        <w:t>NOM PRENOM De l’INTERPRETE N°1</w:t>
      </w:r>
    </w:p>
    <w:tbl>
      <w:tblPr>
        <w:tblStyle w:val="TableaudeCV"/>
        <w:tblW w:w="5000" w:type="pct"/>
        <w:tblLook w:val="04A0" w:firstRow="1" w:lastRow="0" w:firstColumn="1" w:lastColumn="0" w:noHBand="0" w:noVBand="1"/>
        <w:tblDescription w:val="Resume"/>
      </w:tblPr>
      <w:tblGrid>
        <w:gridCol w:w="1778"/>
        <w:gridCol w:w="155"/>
        <w:gridCol w:w="317"/>
        <w:gridCol w:w="142"/>
        <w:gridCol w:w="7688"/>
      </w:tblGrid>
      <w:tr w:rsidR="00AB670C" w:rsidRPr="00E371C7" w14:paraId="68417D27" w14:textId="77777777" w:rsidTr="004146B7">
        <w:tc>
          <w:tcPr>
            <w:tcW w:w="1778" w:type="dxa"/>
          </w:tcPr>
          <w:p w14:paraId="59664B89" w14:textId="77777777" w:rsidR="00AB670C" w:rsidRPr="00AB670C" w:rsidRDefault="00AB670C" w:rsidP="004146B7">
            <w:pPr>
              <w:pStyle w:val="Titre1"/>
              <w:ind w:right="-62"/>
              <w:jc w:val="center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Langue(s) parlée(s)</w:t>
            </w:r>
          </w:p>
        </w:tc>
        <w:tc>
          <w:tcPr>
            <w:tcW w:w="472" w:type="dxa"/>
            <w:gridSpan w:val="2"/>
          </w:tcPr>
          <w:p w14:paraId="446CBD88" w14:textId="77777777" w:rsidR="00AB670C" w:rsidRPr="00E371C7" w:rsidRDefault="00AB670C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  <w:gridSpan w:val="2"/>
          </w:tcPr>
          <w:p w14:paraId="1AAFE06D" w14:textId="053190C9" w:rsidR="00AB670C" w:rsidRPr="00E371C7" w:rsidRDefault="00FA6347" w:rsidP="004146B7">
            <w:pPr>
              <w:pStyle w:val="DateduCV"/>
              <w:rPr>
                <w:rFonts w:ascii="Marianne" w:hAnsi="Marianne"/>
                <w:i/>
                <w:iCs/>
                <w:noProof/>
              </w:rPr>
            </w:pPr>
            <w:r>
              <w:rPr>
                <w:rFonts w:ascii="Marianne" w:hAnsi="Marianne"/>
                <w:i/>
                <w:iCs/>
                <w:noProof/>
                <w:color w:val="000000" w:themeColor="text1"/>
              </w:rPr>
              <w:t>Précisez ici la ou les langues parlées par l’interprète et s’il s’agit le cas échéant de sa langue maternelle</w:t>
            </w:r>
          </w:p>
        </w:tc>
      </w:tr>
      <w:tr w:rsidR="00AB670C" w:rsidRPr="00E371C7" w14:paraId="7873177F" w14:textId="77777777" w:rsidTr="004146B7">
        <w:tc>
          <w:tcPr>
            <w:tcW w:w="1778" w:type="dxa"/>
          </w:tcPr>
          <w:p w14:paraId="336B2CEA" w14:textId="77777777" w:rsidR="00AB670C" w:rsidRPr="00E371C7" w:rsidRDefault="00AB670C" w:rsidP="004146B7">
            <w:pPr>
              <w:pStyle w:val="Titre1"/>
              <w:rPr>
                <w:rFonts w:ascii="Marianne" w:hAnsi="Marianne"/>
                <w:noProof/>
                <w:sz w:val="20"/>
              </w:rPr>
            </w:pPr>
          </w:p>
          <w:p w14:paraId="31A6EE7E" w14:textId="77777777" w:rsidR="00AB670C" w:rsidRPr="00E371C7" w:rsidRDefault="00AB670C" w:rsidP="004146B7">
            <w:pPr>
              <w:pStyle w:val="Titre1"/>
              <w:rPr>
                <w:rFonts w:ascii="Marianne" w:hAnsi="Marianne"/>
                <w:noProof/>
                <w:sz w:val="20"/>
              </w:rPr>
            </w:pPr>
          </w:p>
          <w:p w14:paraId="6C18174F" w14:textId="77777777" w:rsidR="00AB670C" w:rsidRPr="00AB670C" w:rsidRDefault="00AB670C" w:rsidP="004146B7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sz w:val="20"/>
              </w:rPr>
            </w:pP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ExpÉrience</w:t>
            </w:r>
          </w:p>
        </w:tc>
        <w:tc>
          <w:tcPr>
            <w:tcW w:w="472" w:type="dxa"/>
            <w:gridSpan w:val="2"/>
          </w:tcPr>
          <w:p w14:paraId="73433319" w14:textId="77777777" w:rsidR="00AB670C" w:rsidRPr="00AB670C" w:rsidRDefault="00AB670C" w:rsidP="004146B7">
            <w:pPr>
              <w:rPr>
                <w:rFonts w:ascii="Marianne" w:hAnsi="Marianne"/>
                <w:noProof/>
                <w:color w:val="000000" w:themeColor="text1"/>
              </w:rPr>
            </w:pPr>
          </w:p>
        </w:tc>
        <w:tc>
          <w:tcPr>
            <w:tcW w:w="7830" w:type="dxa"/>
            <w:gridSpan w:val="2"/>
          </w:tcPr>
          <w:sdt>
            <w:sdtPr>
              <w:rPr>
                <w:rFonts w:ascii="Marianne" w:eastAsiaTheme="minorEastAsia" w:hAnsi="Marianne" w:cstheme="minorBidi"/>
                <w:b w:val="0"/>
                <w:bCs w:val="0"/>
                <w:caps w:val="0"/>
                <w:color w:val="000000" w:themeColor="text1"/>
                <w14:ligatures w14:val="none"/>
              </w:rPr>
              <w:id w:val="-310020996"/>
              <w15:color w:val="C0C0C0"/>
              <w15:repeatingSection/>
            </w:sdtPr>
            <w:sdtEndPr/>
            <w:sdtContent>
              <w:sdt>
                <w:sdtPr>
                  <w:rPr>
                    <w:rFonts w:ascii="Marianne" w:eastAsiaTheme="minorEastAsia" w:hAnsi="Marianne" w:cstheme="minorBidi"/>
                    <w:b w:val="0"/>
                    <w:bCs w:val="0"/>
                    <w:caps w:val="0"/>
                    <w:color w:val="000000" w:themeColor="text1"/>
                    <w14:ligatures w14:val="none"/>
                  </w:rPr>
                  <w:id w:val="539405070"/>
                  <w:placeholder>
                    <w:docPart w:val="D53FFD260C244630B7E06B4E5DC2A12D"/>
                  </w:placeholder>
                  <w15:color w:val="C0C0C0"/>
                  <w15:repeatingSectionItem/>
                </w:sdtPr>
                <w:sdtEndPr>
                  <w:rPr>
                    <w:i/>
                    <w:iCs/>
                  </w:rPr>
                </w:sdtEndPr>
                <w:sdtContent>
                  <w:sdt>
                    <w:sdtPr>
                      <w:rPr>
                        <w:rFonts w:ascii="Marianne" w:hAnsi="Marianne"/>
                        <w:color w:val="000000" w:themeColor="text1"/>
                      </w:rPr>
                      <w:id w:val="-1957790017"/>
                      <w:placeholder>
                        <w:docPart w:val="B699B8E431B2471196D8B5677C533654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14:paraId="740C3A98" w14:textId="77777777" w:rsidR="00AB670C" w:rsidRPr="00AB670C" w:rsidRDefault="00AB670C" w:rsidP="004146B7">
                        <w:pPr>
                          <w:pStyle w:val="Titre2"/>
                          <w:rPr>
                            <w:rFonts w:ascii="Marianne" w:hAnsi="Marianne"/>
                            <w:color w:val="000000" w:themeColor="text1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000000" w:themeColor="text1"/>
                          </w:rPr>
                          <w:t>[Fonction, Nom de la société]</w:t>
                        </w:r>
                      </w:p>
                    </w:sdtContent>
                  </w:sdt>
                  <w:sdt>
                    <w:sdtPr>
                      <w:rPr>
                        <w:rFonts w:ascii="Marianne" w:hAnsi="Marianne"/>
                        <w:color w:val="000000" w:themeColor="text1"/>
                      </w:rPr>
                      <w:id w:val="-1031255329"/>
                      <w:placeholder>
                        <w:docPart w:val="52A4FAFAD12F4CDFAC9EB1077B609950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14:paraId="1430C472" w14:textId="77777777" w:rsidR="00AB670C" w:rsidRPr="00AB670C" w:rsidRDefault="00AB670C" w:rsidP="004146B7">
                        <w:pPr>
                          <w:pStyle w:val="DateduCV"/>
                          <w:rPr>
                            <w:rFonts w:ascii="Marianne" w:hAnsi="Marianne"/>
                            <w:color w:val="000000" w:themeColor="text1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000000" w:themeColor="text1"/>
                          </w:rPr>
                          <w:t>[Dates De - À]</w:t>
                        </w:r>
                      </w:p>
                    </w:sdtContent>
                  </w:sdt>
                  <w:p w14:paraId="2DECFA32" w14:textId="16E16265" w:rsidR="00AB670C" w:rsidRPr="00AB670C" w:rsidRDefault="00AB670C" w:rsidP="004146B7">
                    <w:pPr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</w:pPr>
                    <w:r w:rsidRPr="00AB670C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 xml:space="preserve">Insérez ici un bref résumé des missions ayant incombé à l’interprète ainsi que le public </w:t>
                    </w:r>
                    <w:r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>pour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 xml:space="preserve"> lequel il est intervenu</w:t>
                    </w:r>
                  </w:p>
                </w:sdtContent>
              </w:sdt>
              <w:sdt>
                <w:sdtPr>
                  <w:rPr>
                    <w:rFonts w:ascii="Marianne" w:eastAsiaTheme="minorEastAsia" w:hAnsi="Marianne" w:cstheme="minorBidi"/>
                    <w:b w:val="0"/>
                    <w:bCs w:val="0"/>
                    <w:caps w:val="0"/>
                    <w:color w:val="000000" w:themeColor="text1"/>
                    <w14:ligatures w14:val="none"/>
                  </w:rPr>
                  <w:id w:val="-1888180916"/>
                  <w:placeholder>
                    <w:docPart w:val="D53FFD260C244630B7E06B4E5DC2A12D"/>
                  </w:placeholder>
                  <w15:color w:val="C0C0C0"/>
                  <w15:repeatingSectionItem/>
                </w:sdtPr>
                <w:sdtEndPr/>
                <w:sdtContent>
                  <w:sdt>
                    <w:sdtPr>
                      <w:rPr>
                        <w:rFonts w:ascii="Marianne" w:hAnsi="Marianne"/>
                        <w:color w:val="000000" w:themeColor="text1"/>
                      </w:rPr>
                      <w:id w:val="-1237856105"/>
                      <w:placeholder>
                        <w:docPart w:val="B699B8E431B2471196D8B5677C533654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14:paraId="77470D27" w14:textId="77777777" w:rsidR="00AB670C" w:rsidRPr="00AB670C" w:rsidRDefault="00AB670C" w:rsidP="004146B7">
                        <w:pPr>
                          <w:pStyle w:val="Titre2"/>
                          <w:rPr>
                            <w:rFonts w:ascii="Marianne" w:hAnsi="Marianne"/>
                            <w:color w:val="000000" w:themeColor="text1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000000" w:themeColor="text1"/>
                          </w:rPr>
                          <w:t>[Fonction, Nom de la société]</w:t>
                        </w:r>
                      </w:p>
                    </w:sdtContent>
                  </w:sdt>
                  <w:sdt>
                    <w:sdtPr>
                      <w:rPr>
                        <w:rFonts w:ascii="Marianne" w:hAnsi="Marianne"/>
                        <w:color w:val="000000" w:themeColor="text1"/>
                      </w:rPr>
                      <w:id w:val="-1921786034"/>
                      <w:placeholder>
                        <w:docPart w:val="52A4FAFAD12F4CDFAC9EB1077B609950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14:paraId="7BD08BD2" w14:textId="77777777" w:rsidR="00AB670C" w:rsidRPr="00AB670C" w:rsidRDefault="00AB670C" w:rsidP="004146B7">
                        <w:pPr>
                          <w:pStyle w:val="DateduCV"/>
                          <w:rPr>
                            <w:rFonts w:ascii="Marianne" w:hAnsi="Marianne"/>
                            <w:color w:val="000000" w:themeColor="text1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000000" w:themeColor="text1"/>
                          </w:rPr>
                          <w:t>[Dates De - À]</w:t>
                        </w:r>
                      </w:p>
                    </w:sdtContent>
                  </w:sdt>
                  <w:p w14:paraId="0A9104D5" w14:textId="07C8F2F9" w:rsidR="00AB670C" w:rsidRPr="00AB670C" w:rsidRDefault="00AB670C" w:rsidP="004146B7">
                    <w:pPr>
                      <w:rPr>
                        <w:rFonts w:ascii="Marianne" w:eastAsiaTheme="minorEastAsia" w:hAnsi="Marianne"/>
                        <w:color w:val="000000" w:themeColor="text1"/>
                      </w:rPr>
                    </w:pPr>
                    <w:r w:rsidRPr="00AB670C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 xml:space="preserve">Insérez ici un bref résumé des missions ayant incombé à l’interprète ainsi que le public </w:t>
                    </w:r>
                    <w:r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>pour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 xml:space="preserve"> lequel il est intervenu</w:t>
                    </w:r>
                  </w:p>
                </w:sdtContent>
              </w:sdt>
            </w:sdtContent>
          </w:sdt>
        </w:tc>
      </w:tr>
      <w:tr w:rsidR="00566C52" w:rsidRPr="00E371C7" w14:paraId="1ADD0D16" w14:textId="77777777" w:rsidTr="00566C52">
        <w:tc>
          <w:tcPr>
            <w:tcW w:w="1933" w:type="dxa"/>
            <w:gridSpan w:val="2"/>
          </w:tcPr>
          <w:p w14:paraId="04D02CA3" w14:textId="77777777" w:rsidR="00566C52" w:rsidRPr="00E371C7" w:rsidRDefault="00566C52" w:rsidP="004146B7">
            <w:pPr>
              <w:pStyle w:val="Titre1"/>
              <w:rPr>
                <w:rFonts w:ascii="Marianne" w:hAnsi="Marianne"/>
                <w:noProof/>
                <w:sz w:val="20"/>
              </w:rPr>
            </w:pPr>
          </w:p>
          <w:p w14:paraId="414D2455" w14:textId="77777777" w:rsidR="00566C52" w:rsidRPr="00E371C7" w:rsidRDefault="00566C52" w:rsidP="004146B7">
            <w:pPr>
              <w:pStyle w:val="Titre1"/>
              <w:jc w:val="center"/>
              <w:rPr>
                <w:rFonts w:ascii="Marianne" w:hAnsi="Marianne"/>
                <w:noProof/>
                <w:sz w:val="20"/>
              </w:rPr>
            </w:pPr>
            <w:r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E</w:t>
            </w: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xpÉrience</w:t>
            </w:r>
            <w:r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 xml:space="preserve"> PAR TYPE D’INTERPRETARIAT</w:t>
            </w:r>
          </w:p>
        </w:tc>
        <w:tc>
          <w:tcPr>
            <w:tcW w:w="459" w:type="dxa"/>
            <w:gridSpan w:val="2"/>
          </w:tcPr>
          <w:p w14:paraId="4777B6C8" w14:textId="77777777" w:rsidR="00566C52" w:rsidRPr="00E371C7" w:rsidRDefault="00566C52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688" w:type="dxa"/>
          </w:tcPr>
          <w:p w14:paraId="56ABF1B1" w14:textId="77777777" w:rsidR="00566C52" w:rsidRDefault="00566C52" w:rsidP="004146B7">
            <w:p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Indiquez ici l’expérience de l’interprète en fonction des 4 types d’interprétariat prévus par le marché :</w:t>
            </w:r>
          </w:p>
          <w:p w14:paraId="1D6407BE" w14:textId="77777777" w:rsidR="00566C52" w:rsidRDefault="00566C52" w:rsidP="004146B7">
            <w:pPr>
              <w:pStyle w:val="Paragraphedeliste"/>
              <w:numPr>
                <w:ilvl w:val="0"/>
                <w:numId w:val="4"/>
              </w:num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consécutif ;</w:t>
            </w:r>
          </w:p>
          <w:p w14:paraId="2189C1D7" w14:textId="77777777" w:rsidR="00566C52" w:rsidRDefault="00566C52" w:rsidP="004146B7">
            <w:pPr>
              <w:pStyle w:val="Paragraphedeliste"/>
              <w:numPr>
                <w:ilvl w:val="0"/>
                <w:numId w:val="4"/>
              </w:num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simultané ;</w:t>
            </w:r>
          </w:p>
          <w:p w14:paraId="3CDE2953" w14:textId="77777777" w:rsidR="00566C52" w:rsidRDefault="00566C52" w:rsidP="004146B7">
            <w:pPr>
              <w:pStyle w:val="Paragraphedeliste"/>
              <w:numPr>
                <w:ilvl w:val="0"/>
                <w:numId w:val="4"/>
              </w:num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chuchoté ;</w:t>
            </w:r>
          </w:p>
          <w:p w14:paraId="31E43549" w14:textId="77777777" w:rsidR="00566C52" w:rsidRDefault="00566C52" w:rsidP="004146B7">
            <w:pPr>
              <w:pStyle w:val="Paragraphedeliste"/>
              <w:numPr>
                <w:ilvl w:val="0"/>
                <w:numId w:val="4"/>
              </w:numPr>
              <w:rPr>
                <w:rFonts w:ascii="Marianne" w:eastAsiaTheme="minorEastAsia" w:hAnsi="Marianne"/>
                <w:b/>
                <w:bCs/>
                <w:caps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de liaison.</w:t>
            </w:r>
          </w:p>
        </w:tc>
      </w:tr>
      <w:tr w:rsidR="00AB670C" w:rsidRPr="00E371C7" w14:paraId="2EB3D93E" w14:textId="77777777" w:rsidTr="004146B7">
        <w:tc>
          <w:tcPr>
            <w:tcW w:w="1778" w:type="dxa"/>
          </w:tcPr>
          <w:p w14:paraId="72596536" w14:textId="77777777" w:rsidR="00AB670C" w:rsidRPr="00AB670C" w:rsidRDefault="00AB670C" w:rsidP="004146B7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THEMES ABORDES</w:t>
            </w:r>
          </w:p>
        </w:tc>
        <w:tc>
          <w:tcPr>
            <w:tcW w:w="472" w:type="dxa"/>
            <w:gridSpan w:val="2"/>
          </w:tcPr>
          <w:p w14:paraId="6A8CAF0B" w14:textId="77777777" w:rsidR="00AB670C" w:rsidRPr="00E371C7" w:rsidRDefault="00AB670C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  <w:gridSpan w:val="2"/>
          </w:tcPr>
          <w:p w14:paraId="32241E86" w14:textId="4A2DE92D" w:rsidR="00AB670C" w:rsidRPr="00E371C7" w:rsidRDefault="00FA6347" w:rsidP="004146B7">
            <w:pPr>
              <w:pStyle w:val="DateduCV"/>
              <w:rPr>
                <w:rFonts w:ascii="Marianne" w:hAnsi="Marianne"/>
                <w:i/>
                <w:iCs/>
                <w:noProof/>
              </w:rPr>
            </w:pPr>
            <w:r>
              <w:rPr>
                <w:rFonts w:ascii="Marianne" w:hAnsi="Marianne"/>
                <w:i/>
                <w:iCs/>
                <w:noProof/>
                <w:color w:val="000000" w:themeColor="text1"/>
              </w:rPr>
              <w:t>Indiquez ici, les thématiques principales (spécialisations éventuelles) que l’interprète a pu déjà aborder dans le cadre de son expérience professionnelle</w:t>
            </w:r>
          </w:p>
        </w:tc>
      </w:tr>
      <w:tr w:rsidR="00AB670C" w:rsidRPr="00E371C7" w14:paraId="122E0942" w14:textId="77777777" w:rsidTr="004146B7">
        <w:tc>
          <w:tcPr>
            <w:tcW w:w="1778" w:type="dxa"/>
          </w:tcPr>
          <w:p w14:paraId="44A1DBD7" w14:textId="77777777" w:rsidR="00AB670C" w:rsidRPr="00AB670C" w:rsidRDefault="00AB670C" w:rsidP="004146B7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</w:p>
          <w:p w14:paraId="107BA96A" w14:textId="4D41061D" w:rsidR="00AB670C" w:rsidRPr="00AB670C" w:rsidRDefault="00AB670C" w:rsidP="004146B7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DIPLÔME</w:t>
            </w:r>
            <w:r w:rsidR="00003F00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S</w:t>
            </w: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 xml:space="preserve"> / QUALIFICATION</w:t>
            </w:r>
            <w:r w:rsidR="00003F00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S</w:t>
            </w:r>
          </w:p>
        </w:tc>
        <w:tc>
          <w:tcPr>
            <w:tcW w:w="472" w:type="dxa"/>
            <w:gridSpan w:val="2"/>
          </w:tcPr>
          <w:p w14:paraId="731F06F8" w14:textId="77777777" w:rsidR="00AB670C" w:rsidRPr="00E371C7" w:rsidRDefault="00AB670C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  <w:gridSpan w:val="2"/>
          </w:tcPr>
          <w:sdt>
            <w:sdtPr>
              <w:rPr>
                <w:rFonts w:ascii="Marianne" w:eastAsiaTheme="minorEastAsia" w:hAnsi="Marianne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528308573"/>
              <w15:repeatingSection/>
            </w:sdtPr>
            <w:sdtEndPr/>
            <w:sdtContent>
              <w:sdt>
                <w:sdtPr>
                  <w:rPr>
                    <w:rFonts w:ascii="Marianne" w:eastAsiaTheme="minorEastAsia" w:hAnsi="Marianne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1608341408"/>
                  <w:placeholder>
                    <w:docPart w:val="959946D0E1CD4394AC53990736478984"/>
                  </w:placeholder>
                  <w15:repeatingSectionItem/>
                </w:sdtPr>
                <w:sdtEndPr/>
                <w:sdtContent>
                  <w:sdt>
                    <w:sdtPr>
                      <w:rPr>
                        <w:rFonts w:ascii="Marianne" w:hAnsi="Marianne"/>
                        <w:color w:val="000000" w:themeColor="text1"/>
                      </w:rPr>
                      <w:id w:val="-626088859"/>
                      <w:placeholder>
                        <w:docPart w:val="9645DAE9AAA74175B996B3C08A6E71E5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14:paraId="085B5288" w14:textId="77777777" w:rsidR="00AB670C" w:rsidRPr="00AB670C" w:rsidRDefault="00AB670C" w:rsidP="004146B7">
                        <w:pPr>
                          <w:pStyle w:val="Titre2"/>
                          <w:rPr>
                            <w:rFonts w:ascii="Marianne" w:hAnsi="Marianne"/>
                            <w:color w:val="000000" w:themeColor="text1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000000" w:themeColor="text1"/>
                          </w:rPr>
                          <w:t>[Nom école, Lieu, Diplôme]</w:t>
                        </w:r>
                      </w:p>
                    </w:sdtContent>
                  </w:sdt>
                  <w:p w14:paraId="3279D764" w14:textId="75515405" w:rsidR="00AB670C" w:rsidRPr="00AB670C" w:rsidRDefault="00AB670C" w:rsidP="004146B7">
                    <w:pPr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</w:pPr>
                    <w:r w:rsidRPr="00AB670C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>Insérez ici le nom du</w:t>
                    </w:r>
                    <w:r w:rsidR="00003F00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 xml:space="preserve"> ou des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 xml:space="preserve"> diplôme</w:t>
                    </w:r>
                    <w:r w:rsidR="00003F00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>(s)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 xml:space="preserve"> / les formations suivies. </w:t>
                    </w:r>
                  </w:p>
                  <w:p w14:paraId="0748E2B6" w14:textId="77777777" w:rsidR="00AB670C" w:rsidRPr="00E371C7" w:rsidRDefault="00AB670C" w:rsidP="004146B7">
                    <w:pPr>
                      <w:rPr>
                        <w:rFonts w:ascii="Marianne" w:eastAsiaTheme="minorEastAsia" w:hAnsi="Marianne"/>
                      </w:rPr>
                    </w:pPr>
                    <w:r w:rsidRPr="00AB670C">
                      <w:rPr>
                        <w:rFonts w:ascii="Marianne" w:eastAsiaTheme="minorEastAsia" w:hAnsi="Marianne"/>
                        <w:i/>
                        <w:iCs/>
                        <w:color w:val="000000" w:themeColor="text1"/>
                      </w:rPr>
                      <w:t>Vous pouvez également préciser ici si l’interprète est assermenté</w:t>
                    </w:r>
                    <w:r w:rsidRPr="00AB670C">
                      <w:rPr>
                        <w:rFonts w:ascii="Marianne" w:eastAsiaTheme="minorEastAsia" w:hAnsi="Marianne"/>
                        <w:color w:val="000000" w:themeColor="text1"/>
                      </w:rPr>
                      <w:t xml:space="preserve"> </w:t>
                    </w:r>
                  </w:p>
                </w:sdtContent>
              </w:sdt>
            </w:sdtContent>
          </w:sdt>
        </w:tc>
      </w:tr>
    </w:tbl>
    <w:p w14:paraId="0B25D1BE" w14:textId="77777777" w:rsidR="00AB670C" w:rsidRDefault="00AB670C" w:rsidP="00AB670C">
      <w:pPr>
        <w:rPr>
          <w:rFonts w:ascii="Marianne" w:hAnsi="Marianne"/>
        </w:rPr>
      </w:pPr>
    </w:p>
    <w:p w14:paraId="3F734A56" w14:textId="44F78DD9" w:rsidR="00AB670C" w:rsidRDefault="00AB670C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p w14:paraId="505448FC" w14:textId="60EA79AA" w:rsidR="00AB670C" w:rsidRPr="00E371C7" w:rsidRDefault="00AB670C" w:rsidP="002F0D0D">
      <w:pPr>
        <w:pStyle w:val="Nom"/>
        <w:shd w:val="clear" w:color="auto" w:fill="0070C0"/>
        <w:rPr>
          <w:rFonts w:ascii="Marianne" w:hAnsi="Marianne"/>
          <w:noProof/>
          <w:sz w:val="20"/>
        </w:rPr>
      </w:pPr>
      <w:r>
        <w:rPr>
          <w:rFonts w:ascii="Marianne" w:hAnsi="Marianne"/>
          <w:noProof/>
          <w:sz w:val="20"/>
          <w:lang w:val="es-ES"/>
        </w:rPr>
        <w:lastRenderedPageBreak/>
        <w:t>NOM PRENOM De l’INTERPRETE N°2</w:t>
      </w:r>
    </w:p>
    <w:tbl>
      <w:tblPr>
        <w:tblStyle w:val="TableaudeCV"/>
        <w:tblW w:w="5000" w:type="pct"/>
        <w:tblLook w:val="04A0" w:firstRow="1" w:lastRow="0" w:firstColumn="1" w:lastColumn="0" w:noHBand="0" w:noVBand="1"/>
        <w:tblDescription w:val="Resume"/>
      </w:tblPr>
      <w:tblGrid>
        <w:gridCol w:w="1778"/>
        <w:gridCol w:w="155"/>
        <w:gridCol w:w="317"/>
        <w:gridCol w:w="142"/>
        <w:gridCol w:w="7688"/>
      </w:tblGrid>
      <w:tr w:rsidR="00AB670C" w:rsidRPr="00E371C7" w14:paraId="193F93CF" w14:textId="77777777" w:rsidTr="004146B7">
        <w:tc>
          <w:tcPr>
            <w:tcW w:w="1778" w:type="dxa"/>
          </w:tcPr>
          <w:p w14:paraId="4C80C755" w14:textId="77777777" w:rsidR="00AB670C" w:rsidRPr="00AB670C" w:rsidRDefault="00AB670C" w:rsidP="004146B7">
            <w:pPr>
              <w:pStyle w:val="Titre1"/>
              <w:ind w:right="-62"/>
              <w:jc w:val="center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Langue(s) parlée(s)</w:t>
            </w:r>
          </w:p>
        </w:tc>
        <w:tc>
          <w:tcPr>
            <w:tcW w:w="472" w:type="dxa"/>
            <w:gridSpan w:val="2"/>
          </w:tcPr>
          <w:p w14:paraId="036BF547" w14:textId="77777777" w:rsidR="00AB670C" w:rsidRPr="00E371C7" w:rsidRDefault="00AB670C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  <w:gridSpan w:val="2"/>
          </w:tcPr>
          <w:p w14:paraId="5FAD5FC3" w14:textId="6EC6C2CF" w:rsidR="00AB670C" w:rsidRPr="00E371C7" w:rsidRDefault="00FA6347" w:rsidP="004146B7">
            <w:pPr>
              <w:pStyle w:val="DateduCV"/>
              <w:rPr>
                <w:rFonts w:ascii="Marianne" w:hAnsi="Marianne"/>
                <w:i/>
                <w:iCs/>
                <w:noProof/>
              </w:rPr>
            </w:pPr>
            <w:r>
              <w:rPr>
                <w:rFonts w:ascii="Marianne" w:hAnsi="Marianne"/>
                <w:i/>
                <w:iCs/>
                <w:noProof/>
                <w:color w:val="000000" w:themeColor="text1"/>
              </w:rPr>
              <w:t>Précisez ici la ou les langues parlées par l’interprète et s’il s’agit le cas échéant de sa langue maternelle</w:t>
            </w:r>
          </w:p>
        </w:tc>
      </w:tr>
      <w:tr w:rsidR="00AB670C" w:rsidRPr="00E371C7" w14:paraId="1652225A" w14:textId="77777777" w:rsidTr="004146B7">
        <w:tc>
          <w:tcPr>
            <w:tcW w:w="1778" w:type="dxa"/>
          </w:tcPr>
          <w:p w14:paraId="3716291E" w14:textId="77777777" w:rsidR="00AB670C" w:rsidRPr="00AB670C" w:rsidRDefault="00AB670C" w:rsidP="004146B7">
            <w:pPr>
              <w:pStyle w:val="Titre1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</w:p>
          <w:p w14:paraId="68343139" w14:textId="77777777" w:rsidR="00AB670C" w:rsidRPr="00AB670C" w:rsidRDefault="00AB670C" w:rsidP="004146B7">
            <w:pPr>
              <w:pStyle w:val="Titre1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</w:p>
          <w:p w14:paraId="355142EE" w14:textId="77777777" w:rsidR="00AB670C" w:rsidRPr="00AB670C" w:rsidRDefault="00AB670C" w:rsidP="004146B7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ExpÉrience</w:t>
            </w:r>
          </w:p>
        </w:tc>
        <w:tc>
          <w:tcPr>
            <w:tcW w:w="472" w:type="dxa"/>
            <w:gridSpan w:val="2"/>
          </w:tcPr>
          <w:p w14:paraId="09817B88" w14:textId="77777777" w:rsidR="00AB670C" w:rsidRPr="00E371C7" w:rsidRDefault="00AB670C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  <w:gridSpan w:val="2"/>
          </w:tcPr>
          <w:sdt>
            <w:sdtPr>
              <w:rPr>
                <w:rFonts w:ascii="Marianne" w:eastAsiaTheme="minorEastAsia" w:hAnsi="Marianne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1744912252"/>
              <w15:color w:val="C0C0C0"/>
              <w15:repeatingSection/>
            </w:sdtPr>
            <w:sdtEndPr/>
            <w:sdtContent>
              <w:sdt>
                <w:sdtPr>
                  <w:rPr>
                    <w:rFonts w:ascii="Marianne" w:eastAsiaTheme="minorEastAsia" w:hAnsi="Marianne" w:cstheme="minorBidi"/>
                    <w:b w:val="0"/>
                    <w:bCs w:val="0"/>
                    <w:caps w:val="0"/>
                    <w:color w:val="000000" w:themeColor="text1"/>
                    <w14:ligatures w14:val="none"/>
                  </w:rPr>
                  <w:id w:val="-601501222"/>
                  <w:placeholder>
                    <w:docPart w:val="4163381ACBF14657962DC4CCCAD41803"/>
                  </w:placeholder>
                  <w15:color w:val="C0C0C0"/>
                  <w15:repeatingSectionItem/>
                </w:sdtPr>
                <w:sdtEndPr>
                  <w:rPr>
                    <w:i/>
                    <w:iCs/>
                  </w:rPr>
                </w:sdtEndPr>
                <w:sdtContent>
                  <w:sdt>
                    <w:sdtPr>
                      <w:rPr>
                        <w:rFonts w:ascii="Marianne" w:hAnsi="Marianne"/>
                        <w:color w:val="000000" w:themeColor="text1"/>
                      </w:rPr>
                      <w:id w:val="290631712"/>
                      <w:placeholder>
                        <w:docPart w:val="F536BE1B8994429EB1B631710F65448A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14:paraId="476CC66E" w14:textId="77777777" w:rsidR="00AB670C" w:rsidRPr="00AB670C" w:rsidRDefault="00AB670C" w:rsidP="004146B7">
                        <w:pPr>
                          <w:pStyle w:val="Titre2"/>
                          <w:rPr>
                            <w:rFonts w:ascii="Marianne" w:hAnsi="Marianne"/>
                            <w:color w:val="000000" w:themeColor="text1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000000" w:themeColor="text1"/>
                          </w:rPr>
                          <w:t>[Fonction, Nom de la société]</w:t>
                        </w:r>
                      </w:p>
                    </w:sdtContent>
                  </w:sdt>
                  <w:sdt>
                    <w:sdtPr>
                      <w:rPr>
                        <w:rFonts w:ascii="Marianne" w:hAnsi="Marianne"/>
                        <w:color w:val="000000" w:themeColor="text1"/>
                      </w:rPr>
                      <w:id w:val="695282320"/>
                      <w:placeholder>
                        <w:docPart w:val="35D7DA893B5E4F4CB960DC06545C7127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14:paraId="33054261" w14:textId="77777777" w:rsidR="00AB670C" w:rsidRPr="00AB670C" w:rsidRDefault="00AB670C" w:rsidP="004146B7">
                        <w:pPr>
                          <w:pStyle w:val="DateduCV"/>
                          <w:rPr>
                            <w:rFonts w:ascii="Marianne" w:hAnsi="Marianne"/>
                            <w:color w:val="000000" w:themeColor="text1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000000" w:themeColor="text1"/>
                          </w:rPr>
                          <w:t>[Dates De - À]</w:t>
                        </w:r>
                      </w:p>
                    </w:sdtContent>
                  </w:sdt>
                  <w:p w14:paraId="6BD04399" w14:textId="4A83AB6E" w:rsidR="00AB670C" w:rsidRPr="00AB670C" w:rsidRDefault="00AB670C" w:rsidP="004146B7">
                    <w:pPr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</w:pPr>
                    <w:r w:rsidRPr="00AB670C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 xml:space="preserve">Insérez ici un bref résumé des missions ayant incombé à l’interprète ainsi que le public </w:t>
                    </w:r>
                    <w:r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>pour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 xml:space="preserve"> lequel il est intervenu</w:t>
                    </w:r>
                  </w:p>
                </w:sdtContent>
              </w:sdt>
              <w:sdt>
                <w:sdtPr>
                  <w:rPr>
                    <w:rFonts w:ascii="Marianne" w:eastAsiaTheme="minorEastAsia" w:hAnsi="Marianne" w:cstheme="minorBidi"/>
                    <w:b w:val="0"/>
                    <w:bCs w:val="0"/>
                    <w:caps w:val="0"/>
                    <w:color w:val="000000" w:themeColor="text1"/>
                    <w14:ligatures w14:val="none"/>
                  </w:rPr>
                  <w:id w:val="463392173"/>
                  <w:placeholder>
                    <w:docPart w:val="4163381ACBF14657962DC4CCCAD41803"/>
                  </w:placeholder>
                  <w15:color w:val="C0C0C0"/>
                  <w15:repeatingSectionItem/>
                </w:sdtPr>
                <w:sdtEndPr>
                  <w:rPr>
                    <w:color w:val="595959" w:themeColor="text1" w:themeTint="A6"/>
                  </w:rPr>
                </w:sdtEndPr>
                <w:sdtContent>
                  <w:sdt>
                    <w:sdtPr>
                      <w:rPr>
                        <w:rFonts w:ascii="Marianne" w:hAnsi="Marianne"/>
                        <w:color w:val="000000" w:themeColor="text1"/>
                      </w:rPr>
                      <w:id w:val="-758827522"/>
                      <w:placeholder>
                        <w:docPart w:val="F536BE1B8994429EB1B631710F65448A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14:paraId="2FBE45E9" w14:textId="77777777" w:rsidR="00AB670C" w:rsidRPr="00AB670C" w:rsidRDefault="00AB670C" w:rsidP="004146B7">
                        <w:pPr>
                          <w:pStyle w:val="Titre2"/>
                          <w:rPr>
                            <w:rFonts w:ascii="Marianne" w:hAnsi="Marianne"/>
                            <w:color w:val="000000" w:themeColor="text1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000000" w:themeColor="text1"/>
                          </w:rPr>
                          <w:t>[Fonction, Nom de la société]</w:t>
                        </w:r>
                      </w:p>
                    </w:sdtContent>
                  </w:sdt>
                  <w:sdt>
                    <w:sdtPr>
                      <w:rPr>
                        <w:rFonts w:ascii="Marianne" w:hAnsi="Marianne"/>
                        <w:color w:val="000000" w:themeColor="text1"/>
                      </w:rPr>
                      <w:id w:val="-1423174041"/>
                      <w:placeholder>
                        <w:docPart w:val="35D7DA893B5E4F4CB960DC06545C7127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14:paraId="318CC2E7" w14:textId="77777777" w:rsidR="00AB670C" w:rsidRPr="00AB670C" w:rsidRDefault="00AB670C" w:rsidP="004146B7">
                        <w:pPr>
                          <w:pStyle w:val="DateduCV"/>
                          <w:rPr>
                            <w:rFonts w:ascii="Marianne" w:hAnsi="Marianne"/>
                            <w:color w:val="000000" w:themeColor="text1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000000" w:themeColor="text1"/>
                          </w:rPr>
                          <w:t>[Dates De - À]</w:t>
                        </w:r>
                      </w:p>
                    </w:sdtContent>
                  </w:sdt>
                  <w:p w14:paraId="001DE7CC" w14:textId="4EC6EC79" w:rsidR="00AB670C" w:rsidRPr="00E371C7" w:rsidRDefault="00AB670C" w:rsidP="004146B7">
                    <w:pPr>
                      <w:rPr>
                        <w:rFonts w:ascii="Marianne" w:eastAsiaTheme="minorEastAsia" w:hAnsi="Marianne"/>
                      </w:rPr>
                    </w:pPr>
                    <w:r w:rsidRPr="00AB670C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 xml:space="preserve">Insérez ici un bref résumé des missions ayant incombé à l’interprète ainsi que le public </w:t>
                    </w:r>
                    <w:r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>pour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 xml:space="preserve"> lequel il est intervenu</w:t>
                    </w:r>
                  </w:p>
                </w:sdtContent>
              </w:sdt>
            </w:sdtContent>
          </w:sdt>
        </w:tc>
      </w:tr>
      <w:tr w:rsidR="00566C52" w:rsidRPr="00E371C7" w14:paraId="402A9CE2" w14:textId="77777777" w:rsidTr="00566C52">
        <w:tc>
          <w:tcPr>
            <w:tcW w:w="1933" w:type="dxa"/>
            <w:gridSpan w:val="2"/>
          </w:tcPr>
          <w:p w14:paraId="1BF92EA3" w14:textId="77777777" w:rsidR="00566C52" w:rsidRPr="00E371C7" w:rsidRDefault="00566C52" w:rsidP="004146B7">
            <w:pPr>
              <w:pStyle w:val="Titre1"/>
              <w:rPr>
                <w:rFonts w:ascii="Marianne" w:hAnsi="Marianne"/>
                <w:noProof/>
                <w:sz w:val="20"/>
              </w:rPr>
            </w:pPr>
          </w:p>
          <w:p w14:paraId="417EDFAF" w14:textId="77777777" w:rsidR="00566C52" w:rsidRPr="00E371C7" w:rsidRDefault="00566C52" w:rsidP="004146B7">
            <w:pPr>
              <w:pStyle w:val="Titre1"/>
              <w:jc w:val="center"/>
              <w:rPr>
                <w:rFonts w:ascii="Marianne" w:hAnsi="Marianne"/>
                <w:noProof/>
                <w:sz w:val="20"/>
              </w:rPr>
            </w:pPr>
            <w:r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E</w:t>
            </w: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xpÉrience</w:t>
            </w:r>
            <w:r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 xml:space="preserve"> PAR TYPE D’INTERPRETARIAT</w:t>
            </w:r>
          </w:p>
        </w:tc>
        <w:tc>
          <w:tcPr>
            <w:tcW w:w="459" w:type="dxa"/>
            <w:gridSpan w:val="2"/>
          </w:tcPr>
          <w:p w14:paraId="3B580674" w14:textId="77777777" w:rsidR="00566C52" w:rsidRPr="00E371C7" w:rsidRDefault="00566C52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688" w:type="dxa"/>
          </w:tcPr>
          <w:p w14:paraId="3AFC6DBA" w14:textId="77777777" w:rsidR="00566C52" w:rsidRDefault="00566C52" w:rsidP="004146B7">
            <w:p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Indiquez ici l’expérience de l’interprète en fonction des 4 types d’interprétariat prévus par le marché :</w:t>
            </w:r>
          </w:p>
          <w:p w14:paraId="010A4D65" w14:textId="77777777" w:rsidR="00566C52" w:rsidRDefault="00566C52" w:rsidP="004146B7">
            <w:pPr>
              <w:pStyle w:val="Paragraphedeliste"/>
              <w:numPr>
                <w:ilvl w:val="0"/>
                <w:numId w:val="4"/>
              </w:num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consécutif ;</w:t>
            </w:r>
          </w:p>
          <w:p w14:paraId="0347C07C" w14:textId="77777777" w:rsidR="00566C52" w:rsidRDefault="00566C52" w:rsidP="004146B7">
            <w:pPr>
              <w:pStyle w:val="Paragraphedeliste"/>
              <w:numPr>
                <w:ilvl w:val="0"/>
                <w:numId w:val="4"/>
              </w:num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simultané ;</w:t>
            </w:r>
          </w:p>
          <w:p w14:paraId="72B00FA4" w14:textId="77777777" w:rsidR="00566C52" w:rsidRDefault="00566C52" w:rsidP="004146B7">
            <w:pPr>
              <w:pStyle w:val="Paragraphedeliste"/>
              <w:numPr>
                <w:ilvl w:val="0"/>
                <w:numId w:val="4"/>
              </w:numPr>
              <w:rPr>
                <w:rFonts w:ascii="Marianne" w:hAnsi="Marianne"/>
                <w:i/>
                <w:iCs/>
                <w:noProof/>
                <w:color w:val="auto"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chuchoté ;</w:t>
            </w:r>
          </w:p>
          <w:p w14:paraId="6754ED90" w14:textId="77777777" w:rsidR="00566C52" w:rsidRDefault="00566C52" w:rsidP="004146B7">
            <w:pPr>
              <w:pStyle w:val="Paragraphedeliste"/>
              <w:numPr>
                <w:ilvl w:val="0"/>
                <w:numId w:val="4"/>
              </w:numPr>
              <w:rPr>
                <w:rFonts w:ascii="Marianne" w:eastAsiaTheme="minorEastAsia" w:hAnsi="Marianne"/>
                <w:b/>
                <w:bCs/>
                <w:caps/>
              </w:rPr>
            </w:pPr>
            <w:r>
              <w:rPr>
                <w:rFonts w:ascii="Marianne" w:hAnsi="Marianne"/>
                <w:i/>
                <w:iCs/>
                <w:noProof/>
                <w:color w:val="auto"/>
              </w:rPr>
              <w:t>Interprétariat de liaison.</w:t>
            </w:r>
          </w:p>
        </w:tc>
      </w:tr>
      <w:tr w:rsidR="00AB670C" w:rsidRPr="00E371C7" w14:paraId="0699038E" w14:textId="77777777" w:rsidTr="004146B7">
        <w:tc>
          <w:tcPr>
            <w:tcW w:w="1778" w:type="dxa"/>
          </w:tcPr>
          <w:p w14:paraId="67FC94BC" w14:textId="77777777" w:rsidR="00AB670C" w:rsidRPr="00AB670C" w:rsidRDefault="00AB670C" w:rsidP="004146B7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THEMES ABORDES</w:t>
            </w:r>
          </w:p>
        </w:tc>
        <w:tc>
          <w:tcPr>
            <w:tcW w:w="472" w:type="dxa"/>
            <w:gridSpan w:val="2"/>
          </w:tcPr>
          <w:p w14:paraId="5FE2E7CA" w14:textId="77777777" w:rsidR="00AB670C" w:rsidRPr="00E371C7" w:rsidRDefault="00AB670C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  <w:gridSpan w:val="2"/>
          </w:tcPr>
          <w:p w14:paraId="1EE3073A" w14:textId="77880DD2" w:rsidR="00AB670C" w:rsidRPr="00E371C7" w:rsidRDefault="00FA6347" w:rsidP="004146B7">
            <w:pPr>
              <w:pStyle w:val="DateduCV"/>
              <w:rPr>
                <w:rFonts w:ascii="Marianne" w:hAnsi="Marianne"/>
                <w:i/>
                <w:iCs/>
                <w:noProof/>
              </w:rPr>
            </w:pPr>
            <w:r>
              <w:rPr>
                <w:rFonts w:ascii="Marianne" w:hAnsi="Marianne"/>
                <w:i/>
                <w:iCs/>
                <w:noProof/>
                <w:color w:val="000000" w:themeColor="text1"/>
              </w:rPr>
              <w:t>Indiquez ici, les thématiques principales (spécialisations éventuelles) que l’interprète a pu déjà aborder dans le cadre de son expérience professionnelle</w:t>
            </w:r>
          </w:p>
        </w:tc>
      </w:tr>
      <w:tr w:rsidR="00AB670C" w:rsidRPr="00E371C7" w14:paraId="11C1625D" w14:textId="77777777" w:rsidTr="004146B7">
        <w:tc>
          <w:tcPr>
            <w:tcW w:w="1778" w:type="dxa"/>
          </w:tcPr>
          <w:p w14:paraId="372A1D01" w14:textId="77777777" w:rsidR="00AB670C" w:rsidRPr="00AB670C" w:rsidRDefault="00AB670C" w:rsidP="004146B7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</w:p>
          <w:p w14:paraId="65A76E9A" w14:textId="50A03E79" w:rsidR="00AB670C" w:rsidRPr="00AB670C" w:rsidRDefault="00AB670C" w:rsidP="004146B7">
            <w:pPr>
              <w:pStyle w:val="Titre1"/>
              <w:jc w:val="center"/>
              <w:rPr>
                <w:rFonts w:ascii="Marianne" w:hAnsi="Marianne"/>
                <w:b/>
                <w:bCs/>
                <w:noProof/>
                <w:color w:val="0000FF"/>
                <w:sz w:val="20"/>
              </w:rPr>
            </w:pP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DIPLÔME</w:t>
            </w:r>
            <w:r w:rsidR="000C6EFB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S</w:t>
            </w:r>
            <w:r w:rsidRPr="00AB670C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 xml:space="preserve"> / QUALIFICATION</w:t>
            </w:r>
            <w:r w:rsidR="000C6EFB">
              <w:rPr>
                <w:rFonts w:ascii="Marianne" w:hAnsi="Marianne"/>
                <w:b/>
                <w:bCs/>
                <w:noProof/>
                <w:color w:val="0000FF"/>
                <w:sz w:val="20"/>
              </w:rPr>
              <w:t>S</w:t>
            </w:r>
          </w:p>
        </w:tc>
        <w:tc>
          <w:tcPr>
            <w:tcW w:w="472" w:type="dxa"/>
            <w:gridSpan w:val="2"/>
          </w:tcPr>
          <w:p w14:paraId="634AEF79" w14:textId="77777777" w:rsidR="00AB670C" w:rsidRPr="00E371C7" w:rsidRDefault="00AB670C" w:rsidP="004146B7">
            <w:pPr>
              <w:rPr>
                <w:rFonts w:ascii="Marianne" w:hAnsi="Marianne"/>
                <w:noProof/>
              </w:rPr>
            </w:pPr>
          </w:p>
        </w:tc>
        <w:tc>
          <w:tcPr>
            <w:tcW w:w="7830" w:type="dxa"/>
            <w:gridSpan w:val="2"/>
          </w:tcPr>
          <w:sdt>
            <w:sdtPr>
              <w:rPr>
                <w:rFonts w:ascii="Marianne" w:eastAsiaTheme="minorEastAsia" w:hAnsi="Marianne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-1329052126"/>
              <w15:repeatingSection/>
            </w:sdtPr>
            <w:sdtEndPr/>
            <w:sdtContent>
              <w:sdt>
                <w:sdtPr>
                  <w:rPr>
                    <w:rFonts w:ascii="Marianne" w:eastAsiaTheme="minorEastAsia" w:hAnsi="Marianne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360976745"/>
                  <w:placeholder>
                    <w:docPart w:val="397D4502B24A4058B1A4C9C9BA54A680"/>
                  </w:placeholder>
                  <w15:repeatingSectionItem/>
                </w:sdtPr>
                <w:sdtEndPr/>
                <w:sdtContent>
                  <w:sdt>
                    <w:sdtPr>
                      <w:rPr>
                        <w:rFonts w:ascii="Marianne" w:hAnsi="Marianne"/>
                        <w:color w:val="000000" w:themeColor="text1"/>
                      </w:rPr>
                      <w:id w:val="-1979137051"/>
                      <w:placeholder>
                        <w:docPart w:val="80ED5998138C4EFFAB9DBDF641A6AB14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14:paraId="4CD1D384" w14:textId="77777777" w:rsidR="00AB670C" w:rsidRPr="00AB670C" w:rsidRDefault="00AB670C" w:rsidP="004146B7">
                        <w:pPr>
                          <w:pStyle w:val="Titre2"/>
                          <w:rPr>
                            <w:rFonts w:ascii="Marianne" w:hAnsi="Marianne"/>
                            <w:color w:val="000000" w:themeColor="text1"/>
                          </w:rPr>
                        </w:pPr>
                        <w:r w:rsidRPr="00AB670C">
                          <w:rPr>
                            <w:rFonts w:ascii="Marianne" w:hAnsi="Marianne"/>
                            <w:noProof/>
                            <w:color w:val="000000" w:themeColor="text1"/>
                          </w:rPr>
                          <w:t>[Nom école, Lieu, Diplôme]</w:t>
                        </w:r>
                      </w:p>
                    </w:sdtContent>
                  </w:sdt>
                  <w:p w14:paraId="28AC51A3" w14:textId="72073D16" w:rsidR="00AB670C" w:rsidRPr="00AB670C" w:rsidRDefault="00AB670C" w:rsidP="004146B7">
                    <w:pPr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</w:pPr>
                    <w:r w:rsidRPr="00AB670C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 xml:space="preserve">Insérez ici le nom du </w:t>
                    </w:r>
                    <w:r w:rsidR="000C6EFB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 xml:space="preserve">ou des 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>diplôme</w:t>
                    </w:r>
                    <w:r w:rsidR="000C6EFB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>(s)</w:t>
                    </w:r>
                    <w:r w:rsidRPr="00AB670C">
                      <w:rPr>
                        <w:rFonts w:ascii="Marianne" w:hAnsi="Marianne"/>
                        <w:i/>
                        <w:iCs/>
                        <w:color w:val="000000" w:themeColor="text1"/>
                      </w:rPr>
                      <w:t xml:space="preserve"> / les formations suivies. </w:t>
                    </w:r>
                  </w:p>
                  <w:p w14:paraId="75C49628" w14:textId="77777777" w:rsidR="00AB670C" w:rsidRPr="00E371C7" w:rsidRDefault="00AB670C" w:rsidP="004146B7">
                    <w:pPr>
                      <w:rPr>
                        <w:rFonts w:ascii="Marianne" w:eastAsiaTheme="minorEastAsia" w:hAnsi="Marianne"/>
                      </w:rPr>
                    </w:pPr>
                    <w:r w:rsidRPr="00AB670C">
                      <w:rPr>
                        <w:rFonts w:ascii="Marianne" w:eastAsiaTheme="minorEastAsia" w:hAnsi="Marianne"/>
                        <w:i/>
                        <w:iCs/>
                        <w:color w:val="000000" w:themeColor="text1"/>
                      </w:rPr>
                      <w:t>Vous pouvez également préciser ici si l’interprète est assermenté</w:t>
                    </w:r>
                    <w:r w:rsidRPr="00AB670C">
                      <w:rPr>
                        <w:rFonts w:ascii="Marianne" w:eastAsiaTheme="minorEastAsia" w:hAnsi="Marianne"/>
                        <w:color w:val="000000" w:themeColor="text1"/>
                      </w:rPr>
                      <w:t xml:space="preserve"> </w:t>
                    </w:r>
                  </w:p>
                </w:sdtContent>
              </w:sdt>
            </w:sdtContent>
          </w:sdt>
        </w:tc>
      </w:tr>
    </w:tbl>
    <w:p w14:paraId="282D0A1A" w14:textId="77777777" w:rsidR="004F1110" w:rsidRPr="00E371C7" w:rsidRDefault="004F1110" w:rsidP="00052C66">
      <w:pPr>
        <w:rPr>
          <w:rFonts w:ascii="Marianne" w:hAnsi="Marianne"/>
        </w:rPr>
      </w:pPr>
    </w:p>
    <w:sectPr w:rsidR="004F1110" w:rsidRPr="00E371C7" w:rsidSect="004F1110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080" w:right="1080" w:bottom="108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CA03C" w14:textId="77777777" w:rsidR="00E371C7" w:rsidRDefault="00E371C7">
      <w:pPr>
        <w:spacing w:before="0" w:after="0" w:line="240" w:lineRule="auto"/>
      </w:pPr>
      <w:r>
        <w:separator/>
      </w:r>
    </w:p>
  </w:endnote>
  <w:endnote w:type="continuationSeparator" w:id="0">
    <w:p w14:paraId="6BFDCA2E" w14:textId="77777777" w:rsidR="00E371C7" w:rsidRDefault="00E371C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  <w:sz w:val="16"/>
        <w:szCs w:val="16"/>
      </w:rPr>
      <w:id w:val="1529760282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  <w:sz w:val="16"/>
            <w:szCs w:val="16"/>
          </w:rPr>
          <w:id w:val="315070926"/>
          <w:docPartObj>
            <w:docPartGallery w:val="Page Numbers (Top of Page)"/>
            <w:docPartUnique/>
          </w:docPartObj>
        </w:sdtPr>
        <w:sdtEndPr/>
        <w:sdtContent>
          <w:p w14:paraId="40E9F04F" w14:textId="447B58C4" w:rsidR="00E52305" w:rsidRPr="009A2A37" w:rsidRDefault="009A2A37" w:rsidP="009A2A37">
            <w:pPr>
              <w:pStyle w:val="Pieddepage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Annexe 1 CRT</w:t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 w:rsidR="00C44907">
              <w:rPr>
                <w:rFonts w:ascii="Marianne" w:hAnsi="Marianne"/>
                <w:sz w:val="16"/>
                <w:szCs w:val="16"/>
              </w:rPr>
              <w:t>-25_BAM_032</w:t>
            </w:r>
            <w:r>
              <w:rPr>
                <w:rFonts w:ascii="Marianne" w:hAnsi="Marianne"/>
                <w:sz w:val="16"/>
                <w:szCs w:val="16"/>
              </w:rPr>
              <w:tab/>
              <w:t xml:space="preserve"> </w:t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 w:rsidRPr="00E46301">
              <w:rPr>
                <w:rFonts w:ascii="Marianne" w:hAnsi="Marianne"/>
                <w:sz w:val="16"/>
                <w:szCs w:val="16"/>
              </w:rPr>
              <w:t xml:space="preserve">Page </w:t>
            </w:r>
            <w:r w:rsidRPr="00E46301">
              <w:rPr>
                <w:rFonts w:ascii="Marianne" w:hAnsi="Marianne"/>
                <w:b/>
                <w:bCs/>
                <w:sz w:val="16"/>
                <w:szCs w:val="16"/>
              </w:rPr>
              <w:fldChar w:fldCharType="begin"/>
            </w:r>
            <w:r w:rsidRPr="00E46301">
              <w:rPr>
                <w:rFonts w:ascii="Marianne" w:hAnsi="Marianne"/>
                <w:b/>
                <w:bCs/>
                <w:sz w:val="16"/>
                <w:szCs w:val="16"/>
              </w:rPr>
              <w:instrText>PAGE</w:instrText>
            </w:r>
            <w:r w:rsidRPr="00E46301">
              <w:rPr>
                <w:rFonts w:ascii="Marianne" w:hAnsi="Marianne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Marianne" w:hAnsi="Marianne"/>
                <w:b/>
                <w:bCs/>
                <w:sz w:val="16"/>
                <w:szCs w:val="16"/>
              </w:rPr>
              <w:t>1</w:t>
            </w:r>
            <w:r w:rsidRPr="00E46301">
              <w:rPr>
                <w:rFonts w:ascii="Marianne" w:hAnsi="Marianne"/>
                <w:b/>
                <w:bCs/>
                <w:sz w:val="16"/>
                <w:szCs w:val="16"/>
              </w:rPr>
              <w:fldChar w:fldCharType="end"/>
            </w:r>
            <w:r w:rsidRPr="00E46301">
              <w:rPr>
                <w:rFonts w:ascii="Marianne" w:hAnsi="Marianne"/>
                <w:sz w:val="16"/>
                <w:szCs w:val="16"/>
              </w:rPr>
              <w:t xml:space="preserve"> sur </w:t>
            </w:r>
            <w:r w:rsidRPr="00E46301">
              <w:rPr>
                <w:rFonts w:ascii="Marianne" w:hAnsi="Marianne"/>
                <w:b/>
                <w:bCs/>
                <w:sz w:val="16"/>
                <w:szCs w:val="16"/>
              </w:rPr>
              <w:fldChar w:fldCharType="begin"/>
            </w:r>
            <w:r w:rsidRPr="00E46301">
              <w:rPr>
                <w:rFonts w:ascii="Marianne" w:hAnsi="Marianne"/>
                <w:b/>
                <w:bCs/>
                <w:sz w:val="16"/>
                <w:szCs w:val="16"/>
              </w:rPr>
              <w:instrText>NUMPAGES</w:instrText>
            </w:r>
            <w:r w:rsidRPr="00E46301">
              <w:rPr>
                <w:rFonts w:ascii="Marianne" w:hAnsi="Marianne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Marianne" w:hAnsi="Marianne"/>
                <w:b/>
                <w:bCs/>
                <w:sz w:val="16"/>
                <w:szCs w:val="16"/>
              </w:rPr>
              <w:t>3</w:t>
            </w:r>
            <w:r w:rsidRPr="00E46301">
              <w:rPr>
                <w:rFonts w:ascii="Marianne" w:hAnsi="Marianne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  <w:sz w:val="16"/>
        <w:szCs w:val="16"/>
      </w:rPr>
      <w:id w:val="-1015918408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E861B7" w14:textId="75A93D6E" w:rsidR="009E6D52" w:rsidRPr="00E46301" w:rsidRDefault="009E6D52" w:rsidP="009E6D52">
            <w:pPr>
              <w:pStyle w:val="Pieddepage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Annexe 1 CRT</w:t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  <w:t xml:space="preserve"> </w:t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>
              <w:rPr>
                <w:rFonts w:ascii="Marianne" w:hAnsi="Marianne"/>
                <w:sz w:val="16"/>
                <w:szCs w:val="16"/>
              </w:rPr>
              <w:tab/>
            </w:r>
            <w:r w:rsidRPr="00E46301">
              <w:rPr>
                <w:rFonts w:ascii="Marianne" w:hAnsi="Marianne"/>
                <w:sz w:val="16"/>
                <w:szCs w:val="16"/>
              </w:rPr>
              <w:t xml:space="preserve">Page </w:t>
            </w:r>
            <w:r w:rsidRPr="00E46301">
              <w:rPr>
                <w:rFonts w:ascii="Marianne" w:hAnsi="Marianne"/>
                <w:b/>
                <w:bCs/>
                <w:sz w:val="16"/>
                <w:szCs w:val="16"/>
              </w:rPr>
              <w:fldChar w:fldCharType="begin"/>
            </w:r>
            <w:r w:rsidRPr="00E46301">
              <w:rPr>
                <w:rFonts w:ascii="Marianne" w:hAnsi="Marianne"/>
                <w:b/>
                <w:bCs/>
                <w:sz w:val="16"/>
                <w:szCs w:val="16"/>
              </w:rPr>
              <w:instrText>PAGE</w:instrText>
            </w:r>
            <w:r w:rsidRPr="00E46301">
              <w:rPr>
                <w:rFonts w:ascii="Marianne" w:hAnsi="Marianne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Marianne" w:hAnsi="Marianne"/>
                <w:b/>
                <w:bCs/>
                <w:sz w:val="16"/>
                <w:szCs w:val="16"/>
              </w:rPr>
              <w:t>1</w:t>
            </w:r>
            <w:r w:rsidRPr="00E46301">
              <w:rPr>
                <w:rFonts w:ascii="Marianne" w:hAnsi="Marianne"/>
                <w:b/>
                <w:bCs/>
                <w:sz w:val="16"/>
                <w:szCs w:val="16"/>
              </w:rPr>
              <w:fldChar w:fldCharType="end"/>
            </w:r>
            <w:r w:rsidRPr="00E46301">
              <w:rPr>
                <w:rFonts w:ascii="Marianne" w:hAnsi="Marianne"/>
                <w:sz w:val="16"/>
                <w:szCs w:val="16"/>
              </w:rPr>
              <w:t xml:space="preserve"> sur </w:t>
            </w:r>
            <w:r w:rsidRPr="00E46301">
              <w:rPr>
                <w:rFonts w:ascii="Marianne" w:hAnsi="Marianne"/>
                <w:b/>
                <w:bCs/>
                <w:sz w:val="16"/>
                <w:szCs w:val="16"/>
              </w:rPr>
              <w:fldChar w:fldCharType="begin"/>
            </w:r>
            <w:r w:rsidRPr="00E46301">
              <w:rPr>
                <w:rFonts w:ascii="Marianne" w:hAnsi="Marianne"/>
                <w:b/>
                <w:bCs/>
                <w:sz w:val="16"/>
                <w:szCs w:val="16"/>
              </w:rPr>
              <w:instrText>NUMPAGES</w:instrText>
            </w:r>
            <w:r w:rsidRPr="00E46301">
              <w:rPr>
                <w:rFonts w:ascii="Marianne" w:hAnsi="Marianne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Marianne" w:hAnsi="Marianne"/>
                <w:b/>
                <w:bCs/>
                <w:sz w:val="16"/>
                <w:szCs w:val="16"/>
              </w:rPr>
              <w:t>2</w:t>
            </w:r>
            <w:r w:rsidRPr="00E46301">
              <w:rPr>
                <w:rFonts w:ascii="Marianne" w:hAnsi="Marianne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9489E" w14:textId="77777777" w:rsidR="00E371C7" w:rsidRDefault="00E371C7">
      <w:pPr>
        <w:spacing w:before="0" w:after="0" w:line="240" w:lineRule="auto"/>
      </w:pPr>
      <w:r>
        <w:separator/>
      </w:r>
    </w:p>
  </w:footnote>
  <w:footnote w:type="continuationSeparator" w:id="0">
    <w:p w14:paraId="0858FCE2" w14:textId="77777777" w:rsidR="00E371C7" w:rsidRDefault="00E371C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53A1B" w14:textId="1FA35F73" w:rsidR="004F1110" w:rsidRDefault="004F1110" w:rsidP="004F1110">
    <w:pPr>
      <w:pStyle w:val="En-tte"/>
      <w:jc w:val="center"/>
      <w:rPr>
        <w:rFonts w:ascii="Marianne" w:hAnsi="Marianne"/>
        <w:b/>
        <w:bCs/>
        <w:color w:val="000000" w:themeColor="text1"/>
        <w:sz w:val="22"/>
        <w:szCs w:val="22"/>
      </w:rPr>
    </w:pPr>
  </w:p>
  <w:p w14:paraId="6CCF339A" w14:textId="77777777" w:rsidR="004F1110" w:rsidRDefault="004F1110" w:rsidP="004F1110">
    <w:pPr>
      <w:pStyle w:val="En-tte"/>
      <w:jc w:val="center"/>
      <w:rPr>
        <w:rFonts w:ascii="Marianne" w:hAnsi="Marianne"/>
        <w:b/>
        <w:bCs/>
        <w:color w:val="000000" w:themeColor="text1"/>
        <w:sz w:val="22"/>
        <w:szCs w:val="22"/>
      </w:rPr>
    </w:pPr>
  </w:p>
  <w:p w14:paraId="27770664" w14:textId="77777777" w:rsidR="004F1110" w:rsidRDefault="004F111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49789" w14:textId="7D475B92" w:rsidR="004F1110" w:rsidRDefault="004F1110" w:rsidP="004F1110">
    <w:r w:rsidRPr="003E4AAF">
      <w:rPr>
        <w:b/>
        <w:bCs/>
        <w:noProof/>
        <w:sz w:val="24"/>
        <w:szCs w:val="24"/>
      </w:rPr>
      <w:drawing>
        <wp:anchor distT="0" distB="0" distL="114300" distR="114300" simplePos="0" relativeHeight="251661312" behindDoc="0" locked="1" layoutInCell="1" allowOverlap="0" wp14:anchorId="4EAD2322" wp14:editId="6329B0FB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791845" cy="89535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962443" w14:textId="77777777" w:rsidR="004F1110" w:rsidRPr="0064780A" w:rsidRDefault="004F1110" w:rsidP="004F1110">
    <w:pPr>
      <w:pStyle w:val="En-tte"/>
      <w:jc w:val="right"/>
      <w:rPr>
        <w:rFonts w:ascii="Marianne" w:hAnsi="Marianne"/>
        <w:b/>
        <w:bCs/>
      </w:rPr>
    </w:pPr>
    <w:r w:rsidRPr="0064780A">
      <w:rPr>
        <w:rFonts w:ascii="Marianne" w:hAnsi="Marianne"/>
        <w:b/>
        <w:bCs/>
      </w:rPr>
      <w:t>Secrétariat général du Gouvernement</w:t>
    </w:r>
  </w:p>
  <w:p w14:paraId="3CF9C860" w14:textId="77777777" w:rsidR="004F1110" w:rsidRPr="0064780A" w:rsidRDefault="004F1110" w:rsidP="004F1110">
    <w:pPr>
      <w:pStyle w:val="En-tte"/>
      <w:jc w:val="right"/>
      <w:rPr>
        <w:rFonts w:ascii="Marianne" w:hAnsi="Marianne"/>
      </w:rPr>
    </w:pPr>
    <w:r w:rsidRPr="0064780A">
      <w:rPr>
        <w:rFonts w:ascii="Marianne" w:hAnsi="Marianne"/>
      </w:rPr>
      <w:t>Direction des services</w:t>
    </w:r>
  </w:p>
  <w:p w14:paraId="79BD80A3" w14:textId="51778106" w:rsidR="004F1110" w:rsidRPr="004F1110" w:rsidRDefault="004F1110" w:rsidP="004F1110">
    <w:pPr>
      <w:pStyle w:val="En-tte"/>
      <w:jc w:val="right"/>
      <w:rPr>
        <w:rFonts w:ascii="Marianne" w:hAnsi="Marianne"/>
        <w:b/>
        <w:bCs/>
        <w:color w:val="000000" w:themeColor="text1"/>
        <w:sz w:val="22"/>
        <w:szCs w:val="22"/>
      </w:rPr>
    </w:pPr>
    <w:proofErr w:type="gramStart"/>
    <w:r>
      <w:rPr>
        <w:rFonts w:ascii="Marianne" w:hAnsi="Marianne"/>
      </w:rPr>
      <w:t>a</w:t>
    </w:r>
    <w:r w:rsidRPr="0064780A">
      <w:rPr>
        <w:rFonts w:ascii="Marianne" w:hAnsi="Marianne"/>
      </w:rPr>
      <w:t>dministratifs</w:t>
    </w:r>
    <w:proofErr w:type="gramEnd"/>
    <w:r w:rsidRPr="0064780A">
      <w:rPr>
        <w:rFonts w:ascii="Marianne" w:hAnsi="Marianne"/>
      </w:rPr>
      <w:t xml:space="preserve"> et financiers</w:t>
    </w:r>
  </w:p>
  <w:p w14:paraId="6F0186F2" w14:textId="77777777" w:rsidR="004F1110" w:rsidRDefault="004F1110">
    <w:pPr>
      <w:pStyle w:val="En-tte"/>
    </w:pPr>
  </w:p>
  <w:p w14:paraId="254CFE05" w14:textId="77777777" w:rsidR="004F1110" w:rsidRDefault="004F111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72B07"/>
    <w:multiLevelType w:val="hybridMultilevel"/>
    <w:tmpl w:val="F55ED8FA"/>
    <w:lvl w:ilvl="0" w:tplc="3336F6B4">
      <w:start w:val="6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7706E"/>
    <w:multiLevelType w:val="hybridMultilevel"/>
    <w:tmpl w:val="70C46BF6"/>
    <w:lvl w:ilvl="0" w:tplc="914EF012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E25CE"/>
    <w:multiLevelType w:val="hybridMultilevel"/>
    <w:tmpl w:val="66AC35D6"/>
    <w:lvl w:ilvl="0" w:tplc="407EB7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E34E4F"/>
    <w:multiLevelType w:val="hybridMultilevel"/>
    <w:tmpl w:val="BE2C0FDE"/>
    <w:lvl w:ilvl="0" w:tplc="407EB7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0602D9"/>
    <w:multiLevelType w:val="hybridMultilevel"/>
    <w:tmpl w:val="BE2C0FD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927129">
    <w:abstractNumId w:val="3"/>
  </w:num>
  <w:num w:numId="2" w16cid:durableId="1594626902">
    <w:abstractNumId w:val="4"/>
  </w:num>
  <w:num w:numId="3" w16cid:durableId="1123424084">
    <w:abstractNumId w:val="2"/>
  </w:num>
  <w:num w:numId="4" w16cid:durableId="1429693895">
    <w:abstractNumId w:val="1"/>
  </w:num>
  <w:num w:numId="5" w16cid:durableId="1577281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1C7"/>
    <w:rsid w:val="00003F00"/>
    <w:rsid w:val="00016F3D"/>
    <w:rsid w:val="000228DD"/>
    <w:rsid w:val="00052C66"/>
    <w:rsid w:val="000C6EFB"/>
    <w:rsid w:val="000E00A4"/>
    <w:rsid w:val="00120A7A"/>
    <w:rsid w:val="001257B1"/>
    <w:rsid w:val="00143D2D"/>
    <w:rsid w:val="002A22EB"/>
    <w:rsid w:val="002B4232"/>
    <w:rsid w:val="002B7E86"/>
    <w:rsid w:val="002F0D0D"/>
    <w:rsid w:val="003056E2"/>
    <w:rsid w:val="00405777"/>
    <w:rsid w:val="00497086"/>
    <w:rsid w:val="004F1110"/>
    <w:rsid w:val="004F3912"/>
    <w:rsid w:val="004F6BE6"/>
    <w:rsid w:val="00566C52"/>
    <w:rsid w:val="005B7173"/>
    <w:rsid w:val="00633A46"/>
    <w:rsid w:val="0065270C"/>
    <w:rsid w:val="006C013A"/>
    <w:rsid w:val="00717DE0"/>
    <w:rsid w:val="00825AA1"/>
    <w:rsid w:val="00842FD9"/>
    <w:rsid w:val="0086494A"/>
    <w:rsid w:val="008E7825"/>
    <w:rsid w:val="008F480A"/>
    <w:rsid w:val="009A2A37"/>
    <w:rsid w:val="009A5C9E"/>
    <w:rsid w:val="009E6D52"/>
    <w:rsid w:val="00A6255B"/>
    <w:rsid w:val="00A6671B"/>
    <w:rsid w:val="00A740A9"/>
    <w:rsid w:val="00AB670C"/>
    <w:rsid w:val="00AE1C37"/>
    <w:rsid w:val="00AF49AE"/>
    <w:rsid w:val="00B17066"/>
    <w:rsid w:val="00B35960"/>
    <w:rsid w:val="00B82044"/>
    <w:rsid w:val="00BA13A5"/>
    <w:rsid w:val="00C44907"/>
    <w:rsid w:val="00C451A1"/>
    <w:rsid w:val="00CC27CC"/>
    <w:rsid w:val="00D0566B"/>
    <w:rsid w:val="00DA24D3"/>
    <w:rsid w:val="00DF57BD"/>
    <w:rsid w:val="00E371C7"/>
    <w:rsid w:val="00E52305"/>
    <w:rsid w:val="00E542DC"/>
    <w:rsid w:val="00E5478F"/>
    <w:rsid w:val="00E756F4"/>
    <w:rsid w:val="00E82302"/>
    <w:rsid w:val="00EA4765"/>
    <w:rsid w:val="00EA7F70"/>
    <w:rsid w:val="00F4182D"/>
    <w:rsid w:val="00F422DE"/>
    <w:rsid w:val="00FA21BE"/>
    <w:rsid w:val="00FA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F6090"/>
  <w15:docId w15:val="{6A5C6F49-3A20-4998-9EF1-D24CCB71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lang w:val="fr-FR" w:eastAsia="fr-FR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8" w:unhideWhenUsed="1" w:qFormat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8" w:unhideWhenUsed="1" w:qFormat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8" w:unhideWhenUsed="1" w:qFormat="1"/>
    <w:lsdException w:name="Date" w:semiHidden="1" w:uiPriority="8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20"/>
    </w:rPr>
  </w:style>
  <w:style w:type="paragraph" w:styleId="Titre1">
    <w:name w:val="heading 1"/>
    <w:basedOn w:val="Normal"/>
    <w:next w:val="Normal"/>
    <w:link w:val="Titre1Car"/>
    <w:uiPriority w:val="1"/>
    <w:unhideWhenUsed/>
    <w:qFormat/>
    <w:pPr>
      <w:jc w:val="right"/>
      <w:outlineLvl w:val="0"/>
    </w:pPr>
    <w:rPr>
      <w:rFonts w:asciiTheme="majorHAnsi" w:eastAsiaTheme="majorEastAsia" w:hAnsiTheme="majorHAnsi" w:cstheme="majorBidi"/>
      <w:caps/>
      <w:color w:val="7E97AD" w:themeColor="accent1"/>
      <w:sz w:val="21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pPr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Pr>
      <w:kern w:val="20"/>
    </w:rPr>
  </w:style>
  <w:style w:type="paragraph" w:styleId="Pieddepage">
    <w:name w:val="footer"/>
    <w:basedOn w:val="Normal"/>
    <w:link w:val="PieddepageCar"/>
    <w:uiPriority w:val="99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PieddepageCar">
    <w:name w:val="Pied de page Car"/>
    <w:basedOn w:val="Policepardfaut"/>
    <w:link w:val="Pieddepage"/>
    <w:uiPriority w:val="99"/>
    <w:rPr>
      <w:kern w:val="20"/>
    </w:rPr>
  </w:style>
  <w:style w:type="paragraph" w:customStyle="1" w:styleId="DateduCV">
    <w:name w:val="Date du C.V."/>
    <w:basedOn w:val="Normal"/>
    <w:qFormat/>
    <w:pPr>
      <w:spacing w:after="40"/>
      <w:ind w:right="1440"/>
    </w:p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aps/>
      <w:color w:val="7E97AD" w:themeColor="accent1"/>
      <w:kern w:val="20"/>
      <w:sz w:val="21"/>
    </w:rPr>
  </w:style>
  <w:style w:type="character" w:customStyle="1" w:styleId="Titre2Car">
    <w:name w:val="Titre 2 Car"/>
    <w:basedOn w:val="Policepardfaut"/>
    <w:link w:val="Titre2"/>
    <w:uiPriority w:val="1"/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  <w14:ligatures w14:val="standardContextual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TableaudeCV">
    <w:name w:val="Tableau de CV"/>
    <w:basedOn w:val="TableauNormal"/>
    <w:uiPriority w:val="99"/>
    <w:tblPr>
      <w:tblBorders>
        <w:insideH w:val="single" w:sz="4" w:space="0" w:color="7E97AD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customStyle="1" w:styleId="Tableaudelettres">
    <w:name w:val="Tableau de lettres"/>
    <w:basedOn w:val="Tableau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paragraph" w:styleId="Date">
    <w:name w:val="Date"/>
    <w:basedOn w:val="Normal"/>
    <w:next w:val="Normal"/>
    <w:link w:val="DateCar"/>
    <w:uiPriority w:val="8"/>
    <w:qFormat/>
    <w:pPr>
      <w:spacing w:before="1200" w:after="360"/>
    </w:pPr>
    <w:rPr>
      <w:rFonts w:asciiTheme="majorHAnsi" w:eastAsiaTheme="majorEastAsia" w:hAnsiTheme="majorHAnsi" w:cstheme="majorBidi"/>
      <w:caps/>
      <w:color w:val="7E97AD" w:themeColor="accent1"/>
    </w:rPr>
  </w:style>
  <w:style w:type="character" w:customStyle="1" w:styleId="DateCar">
    <w:name w:val="Date Car"/>
    <w:basedOn w:val="Policepardfaut"/>
    <w:link w:val="Date"/>
    <w:uiPriority w:val="8"/>
    <w:rPr>
      <w:rFonts w:asciiTheme="majorHAnsi" w:eastAsiaTheme="majorEastAsia" w:hAnsiTheme="majorHAnsi" w:cstheme="majorBidi"/>
      <w:caps/>
      <w:color w:val="7E97AD" w:themeColor="accent1"/>
      <w:kern w:val="20"/>
    </w:rPr>
  </w:style>
  <w:style w:type="paragraph" w:customStyle="1" w:styleId="Destinataire">
    <w:name w:val="Destinataire"/>
    <w:basedOn w:val="Normal"/>
    <w:uiPriority w:val="8"/>
    <w:unhideWhenUsed/>
    <w:qFormat/>
    <w:pPr>
      <w:spacing w:after="40"/>
    </w:pPr>
    <w:rPr>
      <w:b/>
      <w:bCs/>
    </w:rPr>
  </w:style>
  <w:style w:type="paragraph" w:styleId="Salutations">
    <w:name w:val="Salutation"/>
    <w:basedOn w:val="Normal"/>
    <w:next w:val="Normal"/>
    <w:link w:val="SalutationsCar"/>
    <w:uiPriority w:val="8"/>
    <w:unhideWhenUsed/>
    <w:qFormat/>
    <w:pPr>
      <w:spacing w:before="720"/>
    </w:pPr>
  </w:style>
  <w:style w:type="character" w:customStyle="1" w:styleId="SalutationsCar">
    <w:name w:val="Salutations Car"/>
    <w:basedOn w:val="Policepardfaut"/>
    <w:link w:val="Salutations"/>
    <w:uiPriority w:val="8"/>
    <w:rPr>
      <w:kern w:val="20"/>
    </w:rPr>
  </w:style>
  <w:style w:type="paragraph" w:styleId="Formuledepolitesse">
    <w:name w:val="Closing"/>
    <w:basedOn w:val="Normal"/>
    <w:link w:val="FormuledepolitesseCar"/>
    <w:uiPriority w:val="8"/>
    <w:unhideWhenUsed/>
    <w:qFormat/>
    <w:pPr>
      <w:spacing w:before="480" w:after="960" w:line="240" w:lineRule="auto"/>
    </w:pPr>
  </w:style>
  <w:style w:type="character" w:customStyle="1" w:styleId="FormuledepolitesseCar">
    <w:name w:val="Formule de politesse Car"/>
    <w:basedOn w:val="Policepardfaut"/>
    <w:link w:val="Formuledepolitesse"/>
    <w:uiPriority w:val="8"/>
    <w:rPr>
      <w:kern w:val="20"/>
    </w:rPr>
  </w:style>
  <w:style w:type="paragraph" w:styleId="Signature">
    <w:name w:val="Signature"/>
    <w:basedOn w:val="Normal"/>
    <w:link w:val="SignatureCar"/>
    <w:uiPriority w:val="8"/>
    <w:unhideWhenUsed/>
    <w:qFormat/>
    <w:pPr>
      <w:spacing w:after="480"/>
    </w:pPr>
    <w:rPr>
      <w:b/>
      <w:bCs/>
    </w:rPr>
  </w:style>
  <w:style w:type="character" w:customStyle="1" w:styleId="SignatureCar">
    <w:name w:val="Signature Car"/>
    <w:basedOn w:val="Policepardfaut"/>
    <w:link w:val="Signature"/>
    <w:uiPriority w:val="8"/>
    <w:rPr>
      <w:b/>
      <w:bCs/>
      <w:kern w:val="20"/>
    </w:rPr>
  </w:style>
  <w:style w:type="character" w:styleId="Accentuation">
    <w:name w:val="Emphasis"/>
    <w:basedOn w:val="Policepardfaut"/>
    <w:uiPriority w:val="2"/>
    <w:unhideWhenUsed/>
    <w:qFormat/>
    <w:rPr>
      <w:color w:val="7E97AD" w:themeColor="accent1"/>
    </w:rPr>
  </w:style>
  <w:style w:type="paragraph" w:customStyle="1" w:styleId="Coordonnes">
    <w:name w:val="Coordonnées"/>
    <w:basedOn w:val="Normal"/>
    <w:uiPriority w:val="2"/>
    <w:qFormat/>
    <w:pPr>
      <w:spacing w:after="0" w:line="240" w:lineRule="auto"/>
      <w:jc w:val="right"/>
    </w:pPr>
    <w:rPr>
      <w:sz w:val="18"/>
    </w:rPr>
  </w:style>
  <w:style w:type="paragraph" w:customStyle="1" w:styleId="Nom">
    <w:name w:val="Nom"/>
    <w:basedOn w:val="Normal"/>
    <w:next w:val="Normal"/>
    <w:uiPriority w:val="1"/>
    <w:qFormat/>
    <w:pPr>
      <w:pBdr>
        <w:top w:val="single" w:sz="4" w:space="4" w:color="7E97AD" w:themeColor="accent1"/>
        <w:left w:val="single" w:sz="4" w:space="6" w:color="7E97AD" w:themeColor="accent1"/>
        <w:bottom w:val="single" w:sz="4" w:space="4" w:color="7E97AD" w:themeColor="accent1"/>
        <w:right w:val="single" w:sz="4" w:space="6" w:color="7E97AD" w:themeColor="accent1"/>
      </w:pBdr>
      <w:shd w:val="clear" w:color="auto" w:fill="7E97AD" w:themeFill="accent1"/>
      <w:spacing w:before="24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480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480A"/>
    <w:rPr>
      <w:rFonts w:ascii="Tahoma" w:hAnsi="Tahoma" w:cs="Tahoma"/>
      <w:kern w:val="2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B6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36\Timeless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3721A3F00344CC4A0E950D7A314BA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E1254A-9921-4E54-88A2-E1C1CA37392B}"/>
      </w:docPartPr>
      <w:docPartBody>
        <w:p w:rsidR="00CA6F10" w:rsidRDefault="00CA6F10">
          <w:pPr>
            <w:pStyle w:val="A3721A3F00344CC4A0E950D7A314BAD3"/>
          </w:pPr>
          <w:r>
            <w:rPr>
              <w:rStyle w:val="Textedelespacerserv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3935FAECEAD4C9F948C408DD9323E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0DA9AB-23EC-428B-8B2C-58BD5A23A153}"/>
      </w:docPartPr>
      <w:docPartBody>
        <w:p w:rsidR="00CA6F10" w:rsidRDefault="00CA6F10">
          <w:pPr>
            <w:pStyle w:val="D3935FAECEAD4C9F948C408DD9323E66"/>
          </w:pPr>
          <w:r w:rsidRPr="00AE61C3">
            <w:rPr>
              <w:noProof/>
            </w:rPr>
            <w:t>[Fonction, Nom de la société]</w:t>
          </w:r>
        </w:p>
      </w:docPartBody>
    </w:docPart>
    <w:docPart>
      <w:docPartPr>
        <w:name w:val="3FCB656DC12F46EFB7777986795ACE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19C068-D940-41CE-ADCA-731E9C26B078}"/>
      </w:docPartPr>
      <w:docPartBody>
        <w:p w:rsidR="00CA6F10" w:rsidRDefault="00CA6F10">
          <w:pPr>
            <w:pStyle w:val="3FCB656DC12F46EFB7777986795ACEFA"/>
          </w:pPr>
          <w:r w:rsidRPr="00AE61C3">
            <w:rPr>
              <w:noProof/>
            </w:rPr>
            <w:t>[Dates De - À]</w:t>
          </w:r>
        </w:p>
      </w:docPartBody>
    </w:docPart>
    <w:docPart>
      <w:docPartPr>
        <w:name w:val="E09679DED640434B9043FFE683E970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66D4F5-1454-41A7-8690-3BED701AF7A5}"/>
      </w:docPartPr>
      <w:docPartBody>
        <w:p w:rsidR="00F13332" w:rsidRDefault="00F13332" w:rsidP="00F13332">
          <w:pPr>
            <w:pStyle w:val="E09679DED640434B9043FFE683E9705D"/>
          </w:pPr>
          <w:r>
            <w:rPr>
              <w:rStyle w:val="Textedelespacerserv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1907391BA45458B8216A65BFD75E8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E9110C-E888-4062-8B7F-D8F8CEAEDA55}"/>
      </w:docPartPr>
      <w:docPartBody>
        <w:p w:rsidR="00F13332" w:rsidRDefault="00F13332" w:rsidP="00F13332">
          <w:pPr>
            <w:pStyle w:val="A1907391BA45458B8216A65BFD75E83A"/>
          </w:pPr>
          <w:r w:rsidRPr="00AE61C3">
            <w:rPr>
              <w:noProof/>
            </w:rPr>
            <w:t>[Fonction, Nom de la société]</w:t>
          </w:r>
        </w:p>
      </w:docPartBody>
    </w:docPart>
    <w:docPart>
      <w:docPartPr>
        <w:name w:val="82B16F0C155243968D3B27B4AC25E9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F563E4-D425-41ED-B5F6-F960576BDB2C}"/>
      </w:docPartPr>
      <w:docPartBody>
        <w:p w:rsidR="00F13332" w:rsidRDefault="00F13332" w:rsidP="00F13332">
          <w:pPr>
            <w:pStyle w:val="82B16F0C155243968D3B27B4AC25E9B0"/>
          </w:pPr>
          <w:r w:rsidRPr="00AE61C3">
            <w:rPr>
              <w:noProof/>
            </w:rPr>
            <w:t>[Dates De - À]</w:t>
          </w:r>
        </w:p>
      </w:docPartBody>
    </w:docPart>
    <w:docPart>
      <w:docPartPr>
        <w:name w:val="A03A3AD0A7F04A748E2650C1BDAE52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95B008-25BB-4894-B13E-0AFE89050C2E}"/>
      </w:docPartPr>
      <w:docPartBody>
        <w:p w:rsidR="00F13332" w:rsidRDefault="00F13332" w:rsidP="00F13332">
          <w:pPr>
            <w:pStyle w:val="A03A3AD0A7F04A748E2650C1BDAE52BB"/>
          </w:pPr>
          <w:r>
            <w:rPr>
              <w:rStyle w:val="Textedelespacerserv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121807A8D7EB4F0DA527BBE4B5A7B8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4951EA-214E-4241-89BB-987DFF8D5D68}"/>
      </w:docPartPr>
      <w:docPartBody>
        <w:p w:rsidR="00F13332" w:rsidRDefault="00F13332" w:rsidP="00F13332">
          <w:pPr>
            <w:pStyle w:val="121807A8D7EB4F0DA527BBE4B5A7B83B"/>
          </w:pPr>
          <w:r w:rsidRPr="00AE61C3">
            <w:rPr>
              <w:noProof/>
            </w:rPr>
            <w:t>[Nom école, Lieu, Diplôme]</w:t>
          </w:r>
        </w:p>
      </w:docPartBody>
    </w:docPart>
    <w:docPart>
      <w:docPartPr>
        <w:name w:val="307DA4ACABA24457A7DAC2A0364813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CA4A19-6CD8-4B6E-B836-4738699D4D0C}"/>
      </w:docPartPr>
      <w:docPartBody>
        <w:p w:rsidR="00F13332" w:rsidRDefault="00F13332" w:rsidP="00F13332">
          <w:pPr>
            <w:pStyle w:val="307DA4ACABA24457A7DAC2A036481369"/>
          </w:pPr>
          <w:r>
            <w:rPr>
              <w:rStyle w:val="Textedelespacerserv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B24924DBBD4F47E9B57888BD9F4ABF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DAE37F-2228-4F2E-9BA4-8B8734DC2F81}"/>
      </w:docPartPr>
      <w:docPartBody>
        <w:p w:rsidR="00F13332" w:rsidRDefault="00F13332" w:rsidP="00F13332">
          <w:pPr>
            <w:pStyle w:val="B24924DBBD4F47E9B57888BD9F4ABFB3"/>
          </w:pPr>
          <w:r w:rsidRPr="00AE61C3">
            <w:rPr>
              <w:noProof/>
            </w:rPr>
            <w:t>[Fonction, Nom de la société]</w:t>
          </w:r>
        </w:p>
      </w:docPartBody>
    </w:docPart>
    <w:docPart>
      <w:docPartPr>
        <w:name w:val="8023CFE15C9E41D0B5219544A00009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9979C5-07F4-4219-86C1-BF0F5FA14F18}"/>
      </w:docPartPr>
      <w:docPartBody>
        <w:p w:rsidR="00F13332" w:rsidRDefault="00F13332" w:rsidP="00F13332">
          <w:pPr>
            <w:pStyle w:val="8023CFE15C9E41D0B5219544A000095A"/>
          </w:pPr>
          <w:r w:rsidRPr="00AE61C3">
            <w:rPr>
              <w:noProof/>
            </w:rPr>
            <w:t>[Dates De - À]</w:t>
          </w:r>
        </w:p>
      </w:docPartBody>
    </w:docPart>
    <w:docPart>
      <w:docPartPr>
        <w:name w:val="E9009F98EEE24C1EAE1D193ADA49983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FE0BE7-6401-4D2A-9FF5-25BECCDED606}"/>
      </w:docPartPr>
      <w:docPartBody>
        <w:p w:rsidR="00F13332" w:rsidRDefault="00F13332" w:rsidP="00F13332">
          <w:pPr>
            <w:pStyle w:val="E9009F98EEE24C1EAE1D193ADA499835"/>
          </w:pPr>
          <w:r>
            <w:rPr>
              <w:rStyle w:val="Textedelespacerserv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4C6B484ECB446AB8C27DF0B2C5B1BA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3C802D-125C-41F1-BE5F-F20C0679A093}"/>
      </w:docPartPr>
      <w:docPartBody>
        <w:p w:rsidR="00F13332" w:rsidRDefault="00F13332" w:rsidP="00F13332">
          <w:pPr>
            <w:pStyle w:val="54C6B484ECB446AB8C27DF0B2C5B1BA3"/>
          </w:pPr>
          <w:r w:rsidRPr="00AE61C3">
            <w:rPr>
              <w:noProof/>
            </w:rPr>
            <w:t>[Nom école, Lieu, Diplôme]</w:t>
          </w:r>
        </w:p>
      </w:docPartBody>
    </w:docPart>
    <w:docPart>
      <w:docPartPr>
        <w:name w:val="D53FFD260C244630B7E06B4E5DC2A1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AB892-A2D0-4FE4-BB58-218F2949256E}"/>
      </w:docPartPr>
      <w:docPartBody>
        <w:p w:rsidR="00F13332" w:rsidRDefault="00F13332" w:rsidP="00F13332">
          <w:pPr>
            <w:pStyle w:val="D53FFD260C244630B7E06B4E5DC2A12D"/>
          </w:pPr>
          <w:r>
            <w:rPr>
              <w:rStyle w:val="Textedelespacerserv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B699B8E431B2471196D8B5677C5336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91DA66-EE24-4E1B-BA81-835554E6F58E}"/>
      </w:docPartPr>
      <w:docPartBody>
        <w:p w:rsidR="00F13332" w:rsidRDefault="00F13332" w:rsidP="00F13332">
          <w:pPr>
            <w:pStyle w:val="B699B8E431B2471196D8B5677C533654"/>
          </w:pPr>
          <w:r w:rsidRPr="00AE61C3">
            <w:rPr>
              <w:noProof/>
            </w:rPr>
            <w:t>[Fonction, Nom de la société]</w:t>
          </w:r>
        </w:p>
      </w:docPartBody>
    </w:docPart>
    <w:docPart>
      <w:docPartPr>
        <w:name w:val="52A4FAFAD12F4CDFAC9EB1077B6099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F84F36B-FEE6-4BBD-AE63-9C59CE4ADFBC}"/>
      </w:docPartPr>
      <w:docPartBody>
        <w:p w:rsidR="00F13332" w:rsidRDefault="00F13332" w:rsidP="00F13332">
          <w:pPr>
            <w:pStyle w:val="52A4FAFAD12F4CDFAC9EB1077B609950"/>
          </w:pPr>
          <w:r w:rsidRPr="00AE61C3">
            <w:rPr>
              <w:noProof/>
            </w:rPr>
            <w:t>[Dates De - À]</w:t>
          </w:r>
        </w:p>
      </w:docPartBody>
    </w:docPart>
    <w:docPart>
      <w:docPartPr>
        <w:name w:val="959946D0E1CD4394AC539907364789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B7A4C7-C82B-4FC8-9267-54D112760E5A}"/>
      </w:docPartPr>
      <w:docPartBody>
        <w:p w:rsidR="00F13332" w:rsidRDefault="00F13332" w:rsidP="00F13332">
          <w:pPr>
            <w:pStyle w:val="959946D0E1CD4394AC53990736478984"/>
          </w:pPr>
          <w:r>
            <w:rPr>
              <w:rStyle w:val="Textedelespacerserv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9645DAE9AAA74175B996B3C08A6E71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CD79B4-45D3-41CA-AD78-F8A3B5FDC878}"/>
      </w:docPartPr>
      <w:docPartBody>
        <w:p w:rsidR="00F13332" w:rsidRDefault="00F13332" w:rsidP="00F13332">
          <w:pPr>
            <w:pStyle w:val="9645DAE9AAA74175B996B3C08A6E71E5"/>
          </w:pPr>
          <w:r w:rsidRPr="00AE61C3">
            <w:rPr>
              <w:noProof/>
            </w:rPr>
            <w:t>[Nom école, Lieu, Diplôme]</w:t>
          </w:r>
        </w:p>
      </w:docPartBody>
    </w:docPart>
    <w:docPart>
      <w:docPartPr>
        <w:name w:val="4163381ACBF14657962DC4CCCAD418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65D29B-0F20-4B35-88E0-2326B686C27D}"/>
      </w:docPartPr>
      <w:docPartBody>
        <w:p w:rsidR="00F13332" w:rsidRDefault="00F13332" w:rsidP="00F13332">
          <w:pPr>
            <w:pStyle w:val="4163381ACBF14657962DC4CCCAD41803"/>
          </w:pPr>
          <w:r>
            <w:rPr>
              <w:rStyle w:val="Textedelespacerserv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536BE1B8994429EB1B631710F6544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81CA4F-8210-4A61-8AB6-8B0F0D4EC0FD}"/>
      </w:docPartPr>
      <w:docPartBody>
        <w:p w:rsidR="00F13332" w:rsidRDefault="00F13332" w:rsidP="00F13332">
          <w:pPr>
            <w:pStyle w:val="F536BE1B8994429EB1B631710F65448A"/>
          </w:pPr>
          <w:r w:rsidRPr="00AE61C3">
            <w:rPr>
              <w:noProof/>
            </w:rPr>
            <w:t>[Fonction, Nom de la société]</w:t>
          </w:r>
        </w:p>
      </w:docPartBody>
    </w:docPart>
    <w:docPart>
      <w:docPartPr>
        <w:name w:val="35D7DA893B5E4F4CB960DC06545C7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A6DFBD-EDBC-4259-966A-EE2FA148840B}"/>
      </w:docPartPr>
      <w:docPartBody>
        <w:p w:rsidR="00F13332" w:rsidRDefault="00F13332" w:rsidP="00F13332">
          <w:pPr>
            <w:pStyle w:val="35D7DA893B5E4F4CB960DC06545C7127"/>
          </w:pPr>
          <w:r w:rsidRPr="00AE61C3">
            <w:rPr>
              <w:noProof/>
            </w:rPr>
            <w:t>[Dates De - À]</w:t>
          </w:r>
        </w:p>
      </w:docPartBody>
    </w:docPart>
    <w:docPart>
      <w:docPartPr>
        <w:name w:val="397D4502B24A4058B1A4C9C9BA54A6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B97C3F-3D3D-46EB-B030-D5913D812655}"/>
      </w:docPartPr>
      <w:docPartBody>
        <w:p w:rsidR="00F13332" w:rsidRDefault="00F13332" w:rsidP="00F13332">
          <w:pPr>
            <w:pStyle w:val="397D4502B24A4058B1A4C9C9BA54A680"/>
          </w:pPr>
          <w:r>
            <w:rPr>
              <w:rStyle w:val="Textedelespacerserv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0ED5998138C4EFFAB9DBDF641A6AB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83153-086C-4A0E-B1C7-E31D40BBF013}"/>
      </w:docPartPr>
      <w:docPartBody>
        <w:p w:rsidR="00F13332" w:rsidRDefault="00F13332" w:rsidP="00F13332">
          <w:pPr>
            <w:pStyle w:val="80ED5998138C4EFFAB9DBDF641A6AB14"/>
          </w:pPr>
          <w:r w:rsidRPr="00AE61C3">
            <w:rPr>
              <w:noProof/>
            </w:rPr>
            <w:t>[Nom école, Lieu, Diplôme]</w:t>
          </w:r>
        </w:p>
      </w:docPartBody>
    </w:docPart>
    <w:docPart>
      <w:docPartPr>
        <w:name w:val="191048778DD74E06B0FF7FA743C968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3AB932-0111-40AF-BFFA-3A56B8158304}"/>
      </w:docPartPr>
      <w:docPartBody>
        <w:p w:rsidR="00F13332" w:rsidRDefault="00F13332" w:rsidP="00F13332">
          <w:pPr>
            <w:pStyle w:val="191048778DD74E06B0FF7FA743C968AA"/>
          </w:pPr>
          <w:r>
            <w:rPr>
              <w:rStyle w:val="Textedelespacerserv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429F3D5A0064848B8CCF3E7886647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45838F-5D6E-4A99-882D-509DE018F354}"/>
      </w:docPartPr>
      <w:docPartBody>
        <w:p w:rsidR="00F13332" w:rsidRDefault="00F13332" w:rsidP="00F13332">
          <w:pPr>
            <w:pStyle w:val="D429F3D5A0064848B8CCF3E78866477A"/>
          </w:pPr>
          <w:r w:rsidRPr="00AE61C3">
            <w:rPr>
              <w:noProof/>
            </w:rPr>
            <w:t>[Nom école, Lieu, Diplôme]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F10"/>
    <w:rsid w:val="00405777"/>
    <w:rsid w:val="00825AA1"/>
    <w:rsid w:val="00B82044"/>
    <w:rsid w:val="00CA6F10"/>
    <w:rsid w:val="00DA24D3"/>
    <w:rsid w:val="00DF57BD"/>
    <w:rsid w:val="00F1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564958627CE4063AAD016C342A8EE3B">
    <w:name w:val="7564958627CE4063AAD016C342A8EE3B"/>
  </w:style>
  <w:style w:type="paragraph" w:customStyle="1" w:styleId="5A37D35A2286445D86F89809FC271257">
    <w:name w:val="5A37D35A2286445D86F89809FC271257"/>
  </w:style>
  <w:style w:type="paragraph" w:customStyle="1" w:styleId="7AA0F02CC23A4D3D9B056825D99CDDC5">
    <w:name w:val="7AA0F02CC23A4D3D9B056825D99CDDC5"/>
  </w:style>
  <w:style w:type="paragraph" w:customStyle="1" w:styleId="AE9A8B20171A487DA5DCBC37CB4DFF49">
    <w:name w:val="AE9A8B20171A487DA5DCBC37CB4DFF49"/>
  </w:style>
  <w:style w:type="character" w:styleId="Accentuation">
    <w:name w:val="Emphasis"/>
    <w:basedOn w:val="Policepardfaut"/>
    <w:uiPriority w:val="2"/>
    <w:unhideWhenUsed/>
    <w:qFormat/>
    <w:rPr>
      <w:color w:val="156082" w:themeColor="accent1"/>
    </w:rPr>
  </w:style>
  <w:style w:type="paragraph" w:customStyle="1" w:styleId="AD83ABCC0F8F4B82AE8BF7FEA4D86803">
    <w:name w:val="AD83ABCC0F8F4B82AE8BF7FEA4D86803"/>
  </w:style>
  <w:style w:type="paragraph" w:customStyle="1" w:styleId="CD31091A15574DEB90423E9E5AEFAEE5">
    <w:name w:val="CD31091A15574DEB90423E9E5AEFAEE5"/>
  </w:style>
  <w:style w:type="paragraph" w:customStyle="1" w:styleId="408758AD35084A1AA07BF0FDF28E5009">
    <w:name w:val="408758AD35084A1AA07BF0FDF28E5009"/>
  </w:style>
  <w:style w:type="paragraph" w:customStyle="1" w:styleId="DateduCV">
    <w:name w:val="Date du C.V."/>
    <w:basedOn w:val="Normal"/>
    <w:qFormat/>
    <w:pPr>
      <w:spacing w:before="40" w:after="40" w:line="288" w:lineRule="auto"/>
      <w:ind w:right="1440"/>
    </w:pPr>
    <w:rPr>
      <w:rFonts w:eastAsiaTheme="minorHAnsi"/>
      <w:color w:val="595959" w:themeColor="text1" w:themeTint="A6"/>
      <w:kern w:val="20"/>
      <w:sz w:val="20"/>
      <w:szCs w:val="20"/>
      <w14:ligatures w14:val="none"/>
    </w:rPr>
  </w:style>
  <w:style w:type="paragraph" w:customStyle="1" w:styleId="C644088486EF42858C828D564352B249">
    <w:name w:val="C644088486EF42858C828D564352B249"/>
  </w:style>
  <w:style w:type="character" w:styleId="Textedelespacerserv">
    <w:name w:val="Placeholder Text"/>
    <w:basedOn w:val="Policepardfaut"/>
    <w:uiPriority w:val="99"/>
    <w:semiHidden/>
    <w:rsid w:val="00F13332"/>
    <w:rPr>
      <w:color w:val="808080"/>
    </w:rPr>
  </w:style>
  <w:style w:type="paragraph" w:customStyle="1" w:styleId="A3721A3F00344CC4A0E950D7A314BAD3">
    <w:name w:val="A3721A3F00344CC4A0E950D7A314BAD3"/>
  </w:style>
  <w:style w:type="paragraph" w:customStyle="1" w:styleId="D3935FAECEAD4C9F948C408DD9323E66">
    <w:name w:val="D3935FAECEAD4C9F948C408DD9323E66"/>
  </w:style>
  <w:style w:type="paragraph" w:customStyle="1" w:styleId="3FCB656DC12F46EFB7777986795ACEFA">
    <w:name w:val="3FCB656DC12F46EFB7777986795ACEFA"/>
  </w:style>
  <w:style w:type="paragraph" w:customStyle="1" w:styleId="42DEA8A2CDFA441DAE90192ADE97B15A">
    <w:name w:val="42DEA8A2CDFA441DAE90192ADE97B15A"/>
  </w:style>
  <w:style w:type="paragraph" w:customStyle="1" w:styleId="EAC4656753CA4FCBAFBE91927BCCAA89">
    <w:name w:val="EAC4656753CA4FCBAFBE91927BCCAA89"/>
  </w:style>
  <w:style w:type="paragraph" w:customStyle="1" w:styleId="CFD07F4F74FA409296DDACD1CBF1597F">
    <w:name w:val="CFD07F4F74FA409296DDACD1CBF1597F"/>
  </w:style>
  <w:style w:type="paragraph" w:customStyle="1" w:styleId="7F5DDDB05CD24EBDB107FFBECCF0F50B">
    <w:name w:val="7F5DDDB05CD24EBDB107FFBECCF0F50B"/>
  </w:style>
  <w:style w:type="paragraph" w:customStyle="1" w:styleId="AE68B36C8754454C8EFD9FA4B3FA8B69">
    <w:name w:val="AE68B36C8754454C8EFD9FA4B3FA8B69"/>
  </w:style>
  <w:style w:type="paragraph" w:customStyle="1" w:styleId="BA1922EF61AE4B7B8D8EA2C264C7C8F4">
    <w:name w:val="BA1922EF61AE4B7B8D8EA2C264C7C8F4"/>
  </w:style>
  <w:style w:type="paragraph" w:customStyle="1" w:styleId="B959631A5BE14AAFA56BAED5F3BC5838">
    <w:name w:val="B959631A5BE14AAFA56BAED5F3BC5838"/>
  </w:style>
  <w:style w:type="paragraph" w:customStyle="1" w:styleId="4709A278649E466F932756B9B1EDD097">
    <w:name w:val="4709A278649E466F932756B9B1EDD097"/>
  </w:style>
  <w:style w:type="paragraph" w:customStyle="1" w:styleId="59205F14C3024625AEF6A02B4AA333F6">
    <w:name w:val="59205F14C3024625AEF6A02B4AA333F6"/>
  </w:style>
  <w:style w:type="paragraph" w:customStyle="1" w:styleId="DCA53DF553334E58918B004A2258A040">
    <w:name w:val="DCA53DF553334E58918B004A2258A040"/>
  </w:style>
  <w:style w:type="paragraph" w:customStyle="1" w:styleId="87C005622CFE412EAEAF29EDB19B0256">
    <w:name w:val="87C005622CFE412EAEAF29EDB19B0256"/>
    <w:rsid w:val="00CA6F10"/>
  </w:style>
  <w:style w:type="paragraph" w:customStyle="1" w:styleId="809BCD6293184BF08D2E2D3B0AC7F8A3">
    <w:name w:val="809BCD6293184BF08D2E2D3B0AC7F8A3"/>
    <w:rsid w:val="00CA6F10"/>
  </w:style>
  <w:style w:type="paragraph" w:customStyle="1" w:styleId="A0E86001CEE84020A3C87227377E309F">
    <w:name w:val="A0E86001CEE84020A3C87227377E309F"/>
    <w:rsid w:val="00CA6F10"/>
  </w:style>
  <w:style w:type="paragraph" w:customStyle="1" w:styleId="AC826523E3584419B5D024A43452F8FF">
    <w:name w:val="AC826523E3584419B5D024A43452F8FF"/>
    <w:rsid w:val="00CA6F10"/>
  </w:style>
  <w:style w:type="paragraph" w:customStyle="1" w:styleId="F30B43C7A2B34DDE80B7E0C6ED55AC8B">
    <w:name w:val="F30B43C7A2B34DDE80B7E0C6ED55AC8B"/>
    <w:rsid w:val="00CA6F10"/>
  </w:style>
  <w:style w:type="paragraph" w:customStyle="1" w:styleId="B61130A8B00F40F996672DAAC1C61559">
    <w:name w:val="B61130A8B00F40F996672DAAC1C61559"/>
    <w:rsid w:val="00CA6F10"/>
  </w:style>
  <w:style w:type="paragraph" w:customStyle="1" w:styleId="6ECC0F1F55CB435E85B9150188F35DA2">
    <w:name w:val="6ECC0F1F55CB435E85B9150188F35DA2"/>
    <w:rsid w:val="00CA6F10"/>
  </w:style>
  <w:style w:type="paragraph" w:customStyle="1" w:styleId="D32D3384E9144092A1A1408527FE443C">
    <w:name w:val="D32D3384E9144092A1A1408527FE443C"/>
    <w:rsid w:val="00CA6F10"/>
  </w:style>
  <w:style w:type="paragraph" w:customStyle="1" w:styleId="F9324498D16C465FAB17D5D4C2324B73">
    <w:name w:val="F9324498D16C465FAB17D5D4C2324B73"/>
    <w:rsid w:val="00CA6F10"/>
  </w:style>
  <w:style w:type="paragraph" w:customStyle="1" w:styleId="29ACBCF8AF0A4DC5909B1F3C1B75DFD0">
    <w:name w:val="29ACBCF8AF0A4DC5909B1F3C1B75DFD0"/>
    <w:rsid w:val="00CA6F10"/>
  </w:style>
  <w:style w:type="paragraph" w:customStyle="1" w:styleId="9420596B921E4198816D5C10C8E700CC">
    <w:name w:val="9420596B921E4198816D5C10C8E700CC"/>
    <w:rsid w:val="00CA6F10"/>
  </w:style>
  <w:style w:type="paragraph" w:customStyle="1" w:styleId="70965947DC5A4546B444762EE94D8B88">
    <w:name w:val="70965947DC5A4546B444762EE94D8B88"/>
    <w:rsid w:val="00CA6F10"/>
  </w:style>
  <w:style w:type="paragraph" w:customStyle="1" w:styleId="407BC019DF564C2AB3F6A5BAECBAE2E5">
    <w:name w:val="407BC019DF564C2AB3F6A5BAECBAE2E5"/>
    <w:rsid w:val="00F13332"/>
  </w:style>
  <w:style w:type="paragraph" w:customStyle="1" w:styleId="E09679DED640434B9043FFE683E9705D">
    <w:name w:val="E09679DED640434B9043FFE683E9705D"/>
    <w:rsid w:val="00F13332"/>
  </w:style>
  <w:style w:type="paragraph" w:customStyle="1" w:styleId="A1907391BA45458B8216A65BFD75E83A">
    <w:name w:val="A1907391BA45458B8216A65BFD75E83A"/>
    <w:rsid w:val="00F13332"/>
  </w:style>
  <w:style w:type="paragraph" w:customStyle="1" w:styleId="82B16F0C155243968D3B27B4AC25E9B0">
    <w:name w:val="82B16F0C155243968D3B27B4AC25E9B0"/>
    <w:rsid w:val="00F13332"/>
  </w:style>
  <w:style w:type="paragraph" w:customStyle="1" w:styleId="A03A3AD0A7F04A748E2650C1BDAE52BB">
    <w:name w:val="A03A3AD0A7F04A748E2650C1BDAE52BB"/>
    <w:rsid w:val="00F13332"/>
  </w:style>
  <w:style w:type="paragraph" w:customStyle="1" w:styleId="121807A8D7EB4F0DA527BBE4B5A7B83B">
    <w:name w:val="121807A8D7EB4F0DA527BBE4B5A7B83B"/>
    <w:rsid w:val="00F13332"/>
  </w:style>
  <w:style w:type="paragraph" w:customStyle="1" w:styleId="307DA4ACABA24457A7DAC2A036481369">
    <w:name w:val="307DA4ACABA24457A7DAC2A036481369"/>
    <w:rsid w:val="00F13332"/>
  </w:style>
  <w:style w:type="paragraph" w:customStyle="1" w:styleId="B24924DBBD4F47E9B57888BD9F4ABFB3">
    <w:name w:val="B24924DBBD4F47E9B57888BD9F4ABFB3"/>
    <w:rsid w:val="00F13332"/>
  </w:style>
  <w:style w:type="paragraph" w:customStyle="1" w:styleId="8023CFE15C9E41D0B5219544A000095A">
    <w:name w:val="8023CFE15C9E41D0B5219544A000095A"/>
    <w:rsid w:val="00F13332"/>
  </w:style>
  <w:style w:type="paragraph" w:customStyle="1" w:styleId="E9009F98EEE24C1EAE1D193ADA499835">
    <w:name w:val="E9009F98EEE24C1EAE1D193ADA499835"/>
    <w:rsid w:val="00F13332"/>
  </w:style>
  <w:style w:type="paragraph" w:customStyle="1" w:styleId="54C6B484ECB446AB8C27DF0B2C5B1BA3">
    <w:name w:val="54C6B484ECB446AB8C27DF0B2C5B1BA3"/>
    <w:rsid w:val="00F13332"/>
  </w:style>
  <w:style w:type="paragraph" w:customStyle="1" w:styleId="D53FFD260C244630B7E06B4E5DC2A12D">
    <w:name w:val="D53FFD260C244630B7E06B4E5DC2A12D"/>
    <w:rsid w:val="00F13332"/>
  </w:style>
  <w:style w:type="paragraph" w:customStyle="1" w:styleId="B699B8E431B2471196D8B5677C533654">
    <w:name w:val="B699B8E431B2471196D8B5677C533654"/>
    <w:rsid w:val="00F13332"/>
  </w:style>
  <w:style w:type="paragraph" w:customStyle="1" w:styleId="52A4FAFAD12F4CDFAC9EB1077B609950">
    <w:name w:val="52A4FAFAD12F4CDFAC9EB1077B609950"/>
    <w:rsid w:val="00F13332"/>
  </w:style>
  <w:style w:type="paragraph" w:customStyle="1" w:styleId="959946D0E1CD4394AC53990736478984">
    <w:name w:val="959946D0E1CD4394AC53990736478984"/>
    <w:rsid w:val="00F13332"/>
  </w:style>
  <w:style w:type="paragraph" w:customStyle="1" w:styleId="9645DAE9AAA74175B996B3C08A6E71E5">
    <w:name w:val="9645DAE9AAA74175B996B3C08A6E71E5"/>
    <w:rsid w:val="00F13332"/>
  </w:style>
  <w:style w:type="paragraph" w:customStyle="1" w:styleId="4163381ACBF14657962DC4CCCAD41803">
    <w:name w:val="4163381ACBF14657962DC4CCCAD41803"/>
    <w:rsid w:val="00F13332"/>
  </w:style>
  <w:style w:type="paragraph" w:customStyle="1" w:styleId="F536BE1B8994429EB1B631710F65448A">
    <w:name w:val="F536BE1B8994429EB1B631710F65448A"/>
    <w:rsid w:val="00F13332"/>
  </w:style>
  <w:style w:type="paragraph" w:customStyle="1" w:styleId="35D7DA893B5E4F4CB960DC06545C7127">
    <w:name w:val="35D7DA893B5E4F4CB960DC06545C7127"/>
    <w:rsid w:val="00F13332"/>
  </w:style>
  <w:style w:type="paragraph" w:customStyle="1" w:styleId="397D4502B24A4058B1A4C9C9BA54A680">
    <w:name w:val="397D4502B24A4058B1A4C9C9BA54A680"/>
    <w:rsid w:val="00F13332"/>
  </w:style>
  <w:style w:type="paragraph" w:customStyle="1" w:styleId="80ED5998138C4EFFAB9DBDF641A6AB14">
    <w:name w:val="80ED5998138C4EFFAB9DBDF641A6AB14"/>
    <w:rsid w:val="00F13332"/>
  </w:style>
  <w:style w:type="paragraph" w:customStyle="1" w:styleId="99ED1A75600B4DCA804559681DB26CF1">
    <w:name w:val="99ED1A75600B4DCA804559681DB26CF1"/>
    <w:rsid w:val="00F13332"/>
  </w:style>
  <w:style w:type="paragraph" w:customStyle="1" w:styleId="6D065A45913441B6BCCD154203A6B1EB">
    <w:name w:val="6D065A45913441B6BCCD154203A6B1EB"/>
    <w:rsid w:val="00F13332"/>
  </w:style>
  <w:style w:type="paragraph" w:customStyle="1" w:styleId="EDE4649AFC2B4100A45F3D06AF542650">
    <w:name w:val="EDE4649AFC2B4100A45F3D06AF542650"/>
    <w:rsid w:val="00F13332"/>
  </w:style>
  <w:style w:type="paragraph" w:customStyle="1" w:styleId="191048778DD74E06B0FF7FA743C968AA">
    <w:name w:val="191048778DD74E06B0FF7FA743C968AA"/>
    <w:rsid w:val="00F13332"/>
  </w:style>
  <w:style w:type="paragraph" w:customStyle="1" w:styleId="D429F3D5A0064848B8CCF3E78866477A">
    <w:name w:val="D429F3D5A0064848B8CCF3E78866477A"/>
    <w:rsid w:val="00F133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
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566F62-6E49-4F89-8A82-64C4415CBD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37E9E5-EE29-454F-8714-516920628209}">
  <ds:schemaRefs>
    <ds:schemaRef ds:uri="http://schemas.microsoft.com/pic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TimelessResume</Template>
  <TotalTime>75</TotalTime>
  <Pages>6</Pages>
  <Words>972</Words>
  <Characters>5349</Characters>
  <Application>Microsoft Office Word</Application>
  <DocSecurity>0</DocSecurity>
  <Lines>44</Lines>
  <Paragraphs>12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Nom prenom de l’interprète N°1</dc:creator>
  <cp:keywords/>
  <cp:lastModifiedBy>LE-DANTEC Maud</cp:lastModifiedBy>
  <cp:revision>25</cp:revision>
  <dcterms:created xsi:type="dcterms:W3CDTF">2025-10-21T08:25:00Z</dcterms:created>
  <dcterms:modified xsi:type="dcterms:W3CDTF">2025-11-26T15:44:00Z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TC028350579991</vt:lpwstr>
  </property>
</Properties>
</file>